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071" w:rsidRPr="000C164A" w:rsidRDefault="004A0071" w:rsidP="004A0071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0C164A" w:rsidRDefault="000C164A" w:rsidP="004A0071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4A0071" w:rsidRPr="000C164A" w:rsidRDefault="00E1297C" w:rsidP="004A0071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4A0071" w:rsidRPr="000C164A">
        <w:rPr>
          <w:rFonts w:eastAsia="Calibri"/>
          <w:b/>
          <w:bCs/>
          <w:sz w:val="34"/>
          <w:szCs w:val="34"/>
          <w:lang w:eastAsia="en-US"/>
        </w:rPr>
        <w:t xml:space="preserve">  </w:t>
      </w:r>
      <w:r w:rsidR="004A0071" w:rsidRPr="000C164A">
        <w:rPr>
          <w:rFonts w:eastAsia="Calibri"/>
          <w:b/>
          <w:sz w:val="34"/>
          <w:szCs w:val="34"/>
          <w:lang w:eastAsia="en-US"/>
        </w:rPr>
        <w:t>КУРСКОЙ  ОБЛАСТИ</w:t>
      </w:r>
    </w:p>
    <w:p w:rsidR="004A0071" w:rsidRPr="000C164A" w:rsidRDefault="004A0071" w:rsidP="004A0071">
      <w:pPr>
        <w:widowControl w:val="0"/>
        <w:jc w:val="center"/>
        <w:rPr>
          <w:rFonts w:eastAsia="Calibri"/>
          <w:b/>
          <w:bCs/>
          <w:spacing w:val="80"/>
          <w:sz w:val="22"/>
          <w:szCs w:val="22"/>
          <w:lang w:bidi="ru-RU"/>
        </w:rPr>
      </w:pPr>
      <w:r w:rsidRPr="000C164A">
        <w:rPr>
          <w:rFonts w:eastAsia="Calibri"/>
          <w:b/>
          <w:bCs/>
          <w:spacing w:val="80"/>
          <w:sz w:val="10"/>
          <w:szCs w:val="10"/>
          <w:lang w:bidi="ru-RU"/>
        </w:rPr>
        <w:t xml:space="preserve"> </w:t>
      </w:r>
    </w:p>
    <w:p w:rsidR="004A0071" w:rsidRPr="000C164A" w:rsidRDefault="004A0071" w:rsidP="004A0071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0C164A">
        <w:rPr>
          <w:rFonts w:eastAsia="Calibri"/>
          <w:bCs/>
          <w:spacing w:val="40"/>
          <w:sz w:val="30"/>
          <w:szCs w:val="30"/>
          <w:lang w:bidi="ru-RU"/>
        </w:rPr>
        <w:t>ПОСТАНОВЛЕНИЕ</w:t>
      </w:r>
    </w:p>
    <w:p w:rsidR="004A0071" w:rsidRPr="000C164A" w:rsidRDefault="004A0071" w:rsidP="004A0071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4A0071" w:rsidRPr="000C164A" w:rsidRDefault="00704D1B" w:rsidP="004A0071">
      <w:pPr>
        <w:jc w:val="center"/>
        <w:rPr>
          <w:sz w:val="26"/>
          <w:szCs w:val="26"/>
        </w:rPr>
      </w:pPr>
      <w:r>
        <w:rPr>
          <w:sz w:val="26"/>
          <w:szCs w:val="26"/>
        </w:rPr>
        <w:t>от __________  № _________</w:t>
      </w:r>
    </w:p>
    <w:p w:rsidR="004A0071" w:rsidRPr="000C164A" w:rsidRDefault="004A0071" w:rsidP="004A0071">
      <w:pPr>
        <w:jc w:val="center"/>
        <w:rPr>
          <w:sz w:val="16"/>
          <w:szCs w:val="16"/>
        </w:rPr>
      </w:pPr>
    </w:p>
    <w:p w:rsidR="00437242" w:rsidRPr="000C164A" w:rsidRDefault="00437242" w:rsidP="004A0071">
      <w:pPr>
        <w:jc w:val="center"/>
        <w:rPr>
          <w:sz w:val="16"/>
          <w:szCs w:val="16"/>
        </w:rPr>
      </w:pPr>
    </w:p>
    <w:p w:rsidR="004A0071" w:rsidRPr="000C164A" w:rsidRDefault="004A0071" w:rsidP="004A0071">
      <w:pPr>
        <w:jc w:val="center"/>
        <w:rPr>
          <w:rFonts w:cs="Courier New"/>
          <w:sz w:val="26"/>
          <w:szCs w:val="26"/>
          <w:lang w:eastAsia="zh-CN"/>
        </w:rPr>
      </w:pPr>
      <w:r w:rsidRPr="000C164A">
        <w:rPr>
          <w:sz w:val="26"/>
          <w:szCs w:val="26"/>
        </w:rPr>
        <w:t>г. Курск</w:t>
      </w:r>
    </w:p>
    <w:p w:rsidR="004A0071" w:rsidRPr="000C164A" w:rsidRDefault="004A0071" w:rsidP="004A0071"/>
    <w:p w:rsidR="00437242" w:rsidRPr="000C164A" w:rsidRDefault="00437242" w:rsidP="004A0071"/>
    <w:p w:rsidR="00D515D0" w:rsidRDefault="00D515D0" w:rsidP="00D515D0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  <w:r w:rsidRPr="000C164A">
        <w:rPr>
          <w:b/>
          <w:sz w:val="28"/>
          <w:szCs w:val="28"/>
        </w:rPr>
        <w:t>О внесении изменени</w:t>
      </w:r>
      <w:r w:rsidR="00812AC2">
        <w:rPr>
          <w:b/>
          <w:sz w:val="28"/>
          <w:szCs w:val="28"/>
        </w:rPr>
        <w:t>й</w:t>
      </w:r>
      <w:r w:rsidRPr="000C164A">
        <w:rPr>
          <w:b/>
          <w:sz w:val="28"/>
          <w:szCs w:val="28"/>
        </w:rPr>
        <w:t xml:space="preserve"> в </w:t>
      </w:r>
      <w:r w:rsidR="00812AC2">
        <w:rPr>
          <w:b/>
          <w:sz w:val="28"/>
          <w:szCs w:val="28"/>
        </w:rPr>
        <w:t>п</w:t>
      </w:r>
      <w:r w:rsidR="00812AC2" w:rsidRPr="00812AC2">
        <w:rPr>
          <w:b/>
          <w:sz w:val="28"/>
          <w:szCs w:val="28"/>
        </w:rPr>
        <w:t xml:space="preserve">остановление Администрации Курской области от 09.12.2021 </w:t>
      </w:r>
      <w:r w:rsidR="00812AC2">
        <w:rPr>
          <w:b/>
          <w:sz w:val="28"/>
          <w:szCs w:val="28"/>
        </w:rPr>
        <w:t>№</w:t>
      </w:r>
      <w:r w:rsidR="002C02DC">
        <w:rPr>
          <w:b/>
          <w:sz w:val="28"/>
          <w:szCs w:val="28"/>
        </w:rPr>
        <w:t xml:space="preserve"> 1320</w:t>
      </w:r>
      <w:r w:rsidR="00812AC2" w:rsidRPr="00812AC2">
        <w:rPr>
          <w:b/>
          <w:sz w:val="28"/>
          <w:szCs w:val="28"/>
        </w:rPr>
        <w:t xml:space="preserve">-па </w:t>
      </w:r>
    </w:p>
    <w:p w:rsidR="00D515D0" w:rsidRPr="0017322A" w:rsidRDefault="00D515D0" w:rsidP="0037193E">
      <w:pPr>
        <w:pStyle w:val="ConsPlusNormal"/>
        <w:rPr>
          <w:szCs w:val="28"/>
        </w:rPr>
      </w:pPr>
    </w:p>
    <w:p w:rsidR="00D515D0" w:rsidRPr="00D80802" w:rsidRDefault="004C1FF5" w:rsidP="00D80802">
      <w:pPr>
        <w:pStyle w:val="ConsPlusNormal"/>
        <w:ind w:firstLine="540"/>
        <w:jc w:val="both"/>
        <w:rPr>
          <w:color w:val="000000"/>
          <w:szCs w:val="28"/>
        </w:rPr>
      </w:pPr>
      <w:r>
        <w:rPr>
          <w:szCs w:val="28"/>
        </w:rPr>
        <w:t xml:space="preserve">Во изменение постановления Администрации Курской области </w:t>
      </w:r>
      <w:r>
        <w:rPr>
          <w:szCs w:val="28"/>
        </w:rPr>
        <w:br/>
        <w:t xml:space="preserve">от 09.12.2021 № 1320-па «Об утверждении Перечня </w:t>
      </w:r>
      <w:r w:rsidR="0053002E">
        <w:rPr>
          <w:szCs w:val="28"/>
        </w:rPr>
        <w:t>индикаторов риска</w:t>
      </w:r>
      <w:r w:rsidR="0053002E">
        <w:rPr>
          <w:szCs w:val="28"/>
        </w:rPr>
        <w:br/>
      </w:r>
      <w:r w:rsidRPr="00812AC2">
        <w:rPr>
          <w:szCs w:val="28"/>
        </w:rPr>
        <w:t>при осуществлении регионального государственного контроля (надзора)</w:t>
      </w:r>
      <w:r w:rsidR="0053002E">
        <w:rPr>
          <w:szCs w:val="28"/>
        </w:rPr>
        <w:br/>
      </w:r>
      <w:r>
        <w:rPr>
          <w:szCs w:val="28"/>
        </w:rPr>
        <w:t xml:space="preserve"> в сфере перевозок пассажиров и багажа легковым такси на территории Курской области» </w:t>
      </w:r>
      <w:r w:rsidR="004709DA">
        <w:rPr>
          <w:szCs w:val="28"/>
        </w:rPr>
        <w:t>Правительство</w:t>
      </w:r>
      <w:r w:rsidR="00704D1B">
        <w:rPr>
          <w:szCs w:val="28"/>
        </w:rPr>
        <w:t xml:space="preserve"> Курской области ПОСТАНОВЛЯЕТ</w:t>
      </w:r>
      <w:r w:rsidR="00D515D0" w:rsidRPr="002C02DC">
        <w:rPr>
          <w:szCs w:val="28"/>
        </w:rPr>
        <w:t>:</w:t>
      </w:r>
    </w:p>
    <w:p w:rsidR="00DC043F" w:rsidRDefault="00812AC2" w:rsidP="00812AC2">
      <w:pPr>
        <w:pStyle w:val="ConsPlusNormal"/>
        <w:ind w:firstLine="540"/>
        <w:jc w:val="both"/>
        <w:rPr>
          <w:szCs w:val="28"/>
        </w:rPr>
      </w:pPr>
      <w:r w:rsidRPr="00812AC2">
        <w:rPr>
          <w:szCs w:val="28"/>
        </w:rPr>
        <w:t>Переч</w:t>
      </w:r>
      <w:r>
        <w:rPr>
          <w:szCs w:val="28"/>
        </w:rPr>
        <w:t>ень</w:t>
      </w:r>
      <w:r w:rsidRPr="00812AC2">
        <w:rPr>
          <w:szCs w:val="28"/>
        </w:rPr>
        <w:t xml:space="preserve"> индикаторов риска при осуществлении регионального государственного контроля (надзора)</w:t>
      </w:r>
      <w:r w:rsidR="002C02DC">
        <w:rPr>
          <w:szCs w:val="28"/>
        </w:rPr>
        <w:t xml:space="preserve"> в сфере перевозок пассажиров </w:t>
      </w:r>
      <w:r w:rsidR="004C1FF5">
        <w:rPr>
          <w:szCs w:val="28"/>
        </w:rPr>
        <w:br/>
      </w:r>
      <w:r w:rsidR="002C02DC">
        <w:rPr>
          <w:szCs w:val="28"/>
        </w:rPr>
        <w:t>и багажа легковым такси на территории Курской области</w:t>
      </w:r>
      <w:r w:rsidR="00CF0229">
        <w:rPr>
          <w:szCs w:val="28"/>
        </w:rPr>
        <w:t xml:space="preserve">, </w:t>
      </w:r>
      <w:r>
        <w:rPr>
          <w:szCs w:val="28"/>
        </w:rPr>
        <w:t>утвержденный постановлением Администрации Курской об</w:t>
      </w:r>
      <w:r w:rsidR="00704D1B">
        <w:rPr>
          <w:szCs w:val="28"/>
        </w:rPr>
        <w:t xml:space="preserve">ласти </w:t>
      </w:r>
      <w:r w:rsidR="002C02DC">
        <w:rPr>
          <w:szCs w:val="28"/>
        </w:rPr>
        <w:t>от 09.12.2021 № 1320</w:t>
      </w:r>
      <w:r w:rsidR="00704D1B">
        <w:rPr>
          <w:szCs w:val="28"/>
        </w:rPr>
        <w:t>-па</w:t>
      </w:r>
      <w:r w:rsidR="004C1FF5">
        <w:rPr>
          <w:szCs w:val="28"/>
        </w:rPr>
        <w:t xml:space="preserve"> (далее – Перечень)</w:t>
      </w:r>
      <w:r w:rsidR="0053002E">
        <w:rPr>
          <w:szCs w:val="28"/>
        </w:rPr>
        <w:t>,</w:t>
      </w:r>
      <w:r w:rsidR="004C1FF5">
        <w:rPr>
          <w:szCs w:val="28"/>
        </w:rPr>
        <w:t xml:space="preserve"> изложить в новой редакции</w:t>
      </w:r>
      <w:r w:rsidR="0053002E">
        <w:rPr>
          <w:szCs w:val="28"/>
        </w:rPr>
        <w:t xml:space="preserve"> (прилагается)</w:t>
      </w:r>
      <w:bookmarkStart w:id="0" w:name="_GoBack"/>
      <w:bookmarkEnd w:id="0"/>
      <w:r w:rsidR="004C1FF5">
        <w:rPr>
          <w:szCs w:val="28"/>
        </w:rPr>
        <w:t>.</w:t>
      </w:r>
    </w:p>
    <w:p w:rsidR="004C1FF5" w:rsidRDefault="004C1FF5" w:rsidP="00812AC2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Постановление вступает в силу со дня его официального опубликования, за исключением пункта 4</w:t>
      </w:r>
      <w:r w:rsidR="002E4AAD">
        <w:rPr>
          <w:szCs w:val="28"/>
        </w:rPr>
        <w:t xml:space="preserve"> Перечня</w:t>
      </w:r>
      <w:r>
        <w:rPr>
          <w:szCs w:val="28"/>
        </w:rPr>
        <w:t xml:space="preserve">, который вступает в силу </w:t>
      </w:r>
      <w:r>
        <w:rPr>
          <w:szCs w:val="28"/>
        </w:rPr>
        <w:br/>
        <w:t xml:space="preserve">с 1 сентября 2023 года. </w:t>
      </w:r>
    </w:p>
    <w:p w:rsidR="00BC4FD0" w:rsidRDefault="00BC4FD0" w:rsidP="00D515D0">
      <w:pPr>
        <w:pStyle w:val="ConsPlusNormal"/>
        <w:rPr>
          <w:szCs w:val="28"/>
        </w:rPr>
      </w:pPr>
    </w:p>
    <w:p w:rsidR="00BC4FD0" w:rsidRDefault="00BC4FD0" w:rsidP="00D515D0">
      <w:pPr>
        <w:pStyle w:val="ConsPlusNormal"/>
        <w:rPr>
          <w:szCs w:val="28"/>
        </w:rPr>
      </w:pPr>
    </w:p>
    <w:p w:rsidR="002B1931" w:rsidRDefault="002B1931" w:rsidP="00D515D0">
      <w:pPr>
        <w:pStyle w:val="ConsPlusNormal"/>
        <w:rPr>
          <w:szCs w:val="28"/>
        </w:rPr>
      </w:pPr>
    </w:p>
    <w:p w:rsidR="00812AC2" w:rsidRPr="006502E1" w:rsidRDefault="00812AC2" w:rsidP="00812AC2">
      <w:pPr>
        <w:pStyle w:val="ConsPlusNormal"/>
        <w:ind w:right="-1"/>
        <w:rPr>
          <w:szCs w:val="28"/>
        </w:rPr>
      </w:pPr>
      <w:r w:rsidRPr="006502E1">
        <w:rPr>
          <w:szCs w:val="28"/>
        </w:rPr>
        <w:t>Первый заместитель Губернатора</w:t>
      </w:r>
    </w:p>
    <w:p w:rsidR="00812AC2" w:rsidRPr="006502E1" w:rsidRDefault="00812AC2" w:rsidP="00812AC2">
      <w:pPr>
        <w:pStyle w:val="ConsPlusNormal"/>
        <w:ind w:right="-1"/>
        <w:rPr>
          <w:szCs w:val="28"/>
        </w:rPr>
      </w:pPr>
      <w:r w:rsidRPr="006502E1">
        <w:rPr>
          <w:szCs w:val="28"/>
        </w:rPr>
        <w:t xml:space="preserve">Курской области – </w:t>
      </w:r>
    </w:p>
    <w:p w:rsidR="00812AC2" w:rsidRPr="006502E1" w:rsidRDefault="00812AC2" w:rsidP="00812AC2">
      <w:pPr>
        <w:pStyle w:val="ConsPlusNormal"/>
        <w:ind w:right="-1"/>
        <w:rPr>
          <w:szCs w:val="28"/>
        </w:rPr>
      </w:pPr>
      <w:r w:rsidRPr="006502E1">
        <w:rPr>
          <w:szCs w:val="28"/>
        </w:rPr>
        <w:t xml:space="preserve">Председатель Правительства </w:t>
      </w:r>
    </w:p>
    <w:p w:rsidR="00812AC2" w:rsidRPr="006502E1" w:rsidRDefault="00812AC2" w:rsidP="00812AC2">
      <w:pPr>
        <w:pStyle w:val="ConsPlusNormal"/>
        <w:ind w:right="-1"/>
        <w:rPr>
          <w:szCs w:val="28"/>
        </w:rPr>
      </w:pPr>
      <w:r w:rsidRPr="006502E1">
        <w:rPr>
          <w:szCs w:val="28"/>
        </w:rPr>
        <w:t>Курской области                                                                             А.Б. Смирнов</w:t>
      </w:r>
    </w:p>
    <w:p w:rsidR="00C02765" w:rsidRDefault="00C02765" w:rsidP="0063462F">
      <w:pPr>
        <w:tabs>
          <w:tab w:val="left" w:pos="9498"/>
        </w:tabs>
        <w:rPr>
          <w:sz w:val="28"/>
          <w:szCs w:val="28"/>
        </w:rPr>
      </w:pPr>
    </w:p>
    <w:p w:rsidR="000B11FD" w:rsidRDefault="000B11FD" w:rsidP="0063462F">
      <w:pPr>
        <w:tabs>
          <w:tab w:val="left" w:pos="9498"/>
        </w:tabs>
        <w:rPr>
          <w:sz w:val="16"/>
          <w:szCs w:val="16"/>
        </w:rPr>
      </w:pPr>
    </w:p>
    <w:p w:rsidR="00D80802" w:rsidRDefault="00D80802" w:rsidP="0063462F">
      <w:pPr>
        <w:tabs>
          <w:tab w:val="left" w:pos="9498"/>
        </w:tabs>
        <w:rPr>
          <w:sz w:val="16"/>
          <w:szCs w:val="16"/>
        </w:rPr>
      </w:pPr>
    </w:p>
    <w:p w:rsidR="00E45084" w:rsidRDefault="00E45084" w:rsidP="0063462F">
      <w:pPr>
        <w:tabs>
          <w:tab w:val="left" w:pos="9498"/>
        </w:tabs>
        <w:rPr>
          <w:sz w:val="16"/>
          <w:szCs w:val="16"/>
        </w:rPr>
      </w:pPr>
    </w:p>
    <w:p w:rsidR="00E45084" w:rsidRDefault="00E45084" w:rsidP="0063462F">
      <w:pPr>
        <w:tabs>
          <w:tab w:val="left" w:pos="9498"/>
        </w:tabs>
        <w:rPr>
          <w:sz w:val="16"/>
          <w:szCs w:val="16"/>
        </w:rPr>
      </w:pPr>
    </w:p>
    <w:p w:rsidR="000C164A" w:rsidRDefault="000C164A" w:rsidP="0063462F">
      <w:pPr>
        <w:tabs>
          <w:tab w:val="left" w:pos="9498"/>
        </w:tabs>
        <w:rPr>
          <w:sz w:val="16"/>
          <w:szCs w:val="16"/>
        </w:rPr>
      </w:pPr>
    </w:p>
    <w:p w:rsidR="00983C35" w:rsidRDefault="00983C35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2C02DC" w:rsidRDefault="002C02DC" w:rsidP="0063462F">
      <w:pPr>
        <w:tabs>
          <w:tab w:val="left" w:pos="9498"/>
        </w:tabs>
        <w:rPr>
          <w:sz w:val="16"/>
          <w:szCs w:val="16"/>
        </w:rPr>
      </w:pPr>
    </w:p>
    <w:p w:rsidR="002C02DC" w:rsidRDefault="002C02DC" w:rsidP="0063462F">
      <w:pPr>
        <w:tabs>
          <w:tab w:val="left" w:pos="9498"/>
        </w:tabs>
        <w:rPr>
          <w:sz w:val="16"/>
          <w:szCs w:val="16"/>
        </w:rPr>
      </w:pPr>
    </w:p>
    <w:p w:rsidR="002C02DC" w:rsidRDefault="002C02DC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sectPr w:rsidR="00812AC2" w:rsidSect="0035111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FF5" w:rsidRDefault="004C1FF5" w:rsidP="002B1931">
      <w:r>
        <w:separator/>
      </w:r>
    </w:p>
  </w:endnote>
  <w:endnote w:type="continuationSeparator" w:id="0">
    <w:p w:rsidR="004C1FF5" w:rsidRDefault="004C1FF5" w:rsidP="002B1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FF5" w:rsidRDefault="004C1FF5" w:rsidP="002B1931">
      <w:r>
        <w:separator/>
      </w:r>
    </w:p>
  </w:footnote>
  <w:footnote w:type="continuationSeparator" w:id="0">
    <w:p w:rsidR="004C1FF5" w:rsidRDefault="004C1FF5" w:rsidP="002B1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645B5"/>
    <w:multiLevelType w:val="multilevel"/>
    <w:tmpl w:val="B00A1B4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1840F8"/>
    <w:multiLevelType w:val="multilevel"/>
    <w:tmpl w:val="1B4EF88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002C01"/>
    <w:multiLevelType w:val="hybridMultilevel"/>
    <w:tmpl w:val="CE960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F7889"/>
    <w:multiLevelType w:val="hybridMultilevel"/>
    <w:tmpl w:val="F196C5E6"/>
    <w:lvl w:ilvl="0" w:tplc="6944B2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77F1263"/>
    <w:multiLevelType w:val="hybridMultilevel"/>
    <w:tmpl w:val="1FA8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B6B39"/>
    <w:multiLevelType w:val="multilevel"/>
    <w:tmpl w:val="478E61C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4A395C"/>
    <w:multiLevelType w:val="hybridMultilevel"/>
    <w:tmpl w:val="836EA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71"/>
    <w:rsid w:val="00001D32"/>
    <w:rsid w:val="00010232"/>
    <w:rsid w:val="00050AFB"/>
    <w:rsid w:val="000553B6"/>
    <w:rsid w:val="0007590D"/>
    <w:rsid w:val="0008616B"/>
    <w:rsid w:val="00090C16"/>
    <w:rsid w:val="000A11C9"/>
    <w:rsid w:val="000B11FD"/>
    <w:rsid w:val="000C164A"/>
    <w:rsid w:val="000D0155"/>
    <w:rsid w:val="000D46E8"/>
    <w:rsid w:val="000E7BE1"/>
    <w:rsid w:val="000F3B0A"/>
    <w:rsid w:val="00124799"/>
    <w:rsid w:val="00137687"/>
    <w:rsid w:val="00145E0B"/>
    <w:rsid w:val="001526DC"/>
    <w:rsid w:val="001541BB"/>
    <w:rsid w:val="00175744"/>
    <w:rsid w:val="0018201F"/>
    <w:rsid w:val="00195DEF"/>
    <w:rsid w:val="001B0D53"/>
    <w:rsid w:val="001B16CD"/>
    <w:rsid w:val="001B588D"/>
    <w:rsid w:val="001B64D5"/>
    <w:rsid w:val="001C4F06"/>
    <w:rsid w:val="001C7C33"/>
    <w:rsid w:val="001E13A9"/>
    <w:rsid w:val="001E2F4C"/>
    <w:rsid w:val="001F6A10"/>
    <w:rsid w:val="00205036"/>
    <w:rsid w:val="00211CFF"/>
    <w:rsid w:val="00223CDC"/>
    <w:rsid w:val="002253ED"/>
    <w:rsid w:val="00232056"/>
    <w:rsid w:val="00232F22"/>
    <w:rsid w:val="00242350"/>
    <w:rsid w:val="0024632A"/>
    <w:rsid w:val="0025758F"/>
    <w:rsid w:val="00271DCF"/>
    <w:rsid w:val="002751FF"/>
    <w:rsid w:val="002759C0"/>
    <w:rsid w:val="002955E1"/>
    <w:rsid w:val="002B0FE5"/>
    <w:rsid w:val="002B1931"/>
    <w:rsid w:val="002C02DC"/>
    <w:rsid w:val="002E4AAD"/>
    <w:rsid w:val="002F4C3D"/>
    <w:rsid w:val="00304C9A"/>
    <w:rsid w:val="00351113"/>
    <w:rsid w:val="0037193E"/>
    <w:rsid w:val="003940E9"/>
    <w:rsid w:val="003944CF"/>
    <w:rsid w:val="00394D1B"/>
    <w:rsid w:val="003F1253"/>
    <w:rsid w:val="004013B5"/>
    <w:rsid w:val="00437242"/>
    <w:rsid w:val="00446409"/>
    <w:rsid w:val="004522CD"/>
    <w:rsid w:val="004709DA"/>
    <w:rsid w:val="004710BD"/>
    <w:rsid w:val="00473A9A"/>
    <w:rsid w:val="004861FF"/>
    <w:rsid w:val="00487E83"/>
    <w:rsid w:val="00495D66"/>
    <w:rsid w:val="004A0071"/>
    <w:rsid w:val="004B0D4D"/>
    <w:rsid w:val="004B7901"/>
    <w:rsid w:val="004C1FF5"/>
    <w:rsid w:val="004E2E8F"/>
    <w:rsid w:val="004E4529"/>
    <w:rsid w:val="004F35F5"/>
    <w:rsid w:val="00503726"/>
    <w:rsid w:val="00505B1F"/>
    <w:rsid w:val="0053002E"/>
    <w:rsid w:val="00550359"/>
    <w:rsid w:val="00560BDC"/>
    <w:rsid w:val="00584FB0"/>
    <w:rsid w:val="005A091B"/>
    <w:rsid w:val="005A09CD"/>
    <w:rsid w:val="005C6E21"/>
    <w:rsid w:val="005E559F"/>
    <w:rsid w:val="005E59B0"/>
    <w:rsid w:val="005F30EB"/>
    <w:rsid w:val="0060075F"/>
    <w:rsid w:val="0063462F"/>
    <w:rsid w:val="00634EB0"/>
    <w:rsid w:val="0065071E"/>
    <w:rsid w:val="00654C3C"/>
    <w:rsid w:val="00670E85"/>
    <w:rsid w:val="006C027C"/>
    <w:rsid w:val="006D4422"/>
    <w:rsid w:val="006E4264"/>
    <w:rsid w:val="006E67C0"/>
    <w:rsid w:val="007037C7"/>
    <w:rsid w:val="00704D1B"/>
    <w:rsid w:val="00720552"/>
    <w:rsid w:val="00720846"/>
    <w:rsid w:val="00771D19"/>
    <w:rsid w:val="0078509F"/>
    <w:rsid w:val="007C1C56"/>
    <w:rsid w:val="007C7136"/>
    <w:rsid w:val="007D122F"/>
    <w:rsid w:val="007E0D8E"/>
    <w:rsid w:val="007F19DF"/>
    <w:rsid w:val="00802091"/>
    <w:rsid w:val="008060A1"/>
    <w:rsid w:val="00812AC2"/>
    <w:rsid w:val="0081585B"/>
    <w:rsid w:val="008A1BAE"/>
    <w:rsid w:val="009011FC"/>
    <w:rsid w:val="00910B00"/>
    <w:rsid w:val="00930D4E"/>
    <w:rsid w:val="009536E7"/>
    <w:rsid w:val="00965EA4"/>
    <w:rsid w:val="009721FF"/>
    <w:rsid w:val="00983C35"/>
    <w:rsid w:val="00A02974"/>
    <w:rsid w:val="00A04288"/>
    <w:rsid w:val="00A34648"/>
    <w:rsid w:val="00A61300"/>
    <w:rsid w:val="00A61C2A"/>
    <w:rsid w:val="00A6712E"/>
    <w:rsid w:val="00A74645"/>
    <w:rsid w:val="00A86612"/>
    <w:rsid w:val="00A9540D"/>
    <w:rsid w:val="00AA698D"/>
    <w:rsid w:val="00AB0FB1"/>
    <w:rsid w:val="00AC58FA"/>
    <w:rsid w:val="00B0258A"/>
    <w:rsid w:val="00B2461C"/>
    <w:rsid w:val="00B33870"/>
    <w:rsid w:val="00B65A6F"/>
    <w:rsid w:val="00B7250A"/>
    <w:rsid w:val="00B8422B"/>
    <w:rsid w:val="00BA42EA"/>
    <w:rsid w:val="00BB0A79"/>
    <w:rsid w:val="00BC49FB"/>
    <w:rsid w:val="00BC4FD0"/>
    <w:rsid w:val="00BD4F38"/>
    <w:rsid w:val="00BF2A70"/>
    <w:rsid w:val="00C02765"/>
    <w:rsid w:val="00C23734"/>
    <w:rsid w:val="00C45006"/>
    <w:rsid w:val="00C50052"/>
    <w:rsid w:val="00C532B1"/>
    <w:rsid w:val="00C651A2"/>
    <w:rsid w:val="00C76CAE"/>
    <w:rsid w:val="00C864E8"/>
    <w:rsid w:val="00C93F1A"/>
    <w:rsid w:val="00C946EC"/>
    <w:rsid w:val="00CA65F4"/>
    <w:rsid w:val="00CF0229"/>
    <w:rsid w:val="00D05B9D"/>
    <w:rsid w:val="00D3304A"/>
    <w:rsid w:val="00D515D0"/>
    <w:rsid w:val="00D71A80"/>
    <w:rsid w:val="00D726D1"/>
    <w:rsid w:val="00D80802"/>
    <w:rsid w:val="00DB7898"/>
    <w:rsid w:val="00DC043F"/>
    <w:rsid w:val="00DD49B2"/>
    <w:rsid w:val="00DD6BCB"/>
    <w:rsid w:val="00DE548D"/>
    <w:rsid w:val="00E01A7F"/>
    <w:rsid w:val="00E07767"/>
    <w:rsid w:val="00E11FCB"/>
    <w:rsid w:val="00E1297C"/>
    <w:rsid w:val="00E171A9"/>
    <w:rsid w:val="00E2489A"/>
    <w:rsid w:val="00E25C37"/>
    <w:rsid w:val="00E45084"/>
    <w:rsid w:val="00E45F23"/>
    <w:rsid w:val="00E5521F"/>
    <w:rsid w:val="00E6775A"/>
    <w:rsid w:val="00E77E65"/>
    <w:rsid w:val="00EA41FE"/>
    <w:rsid w:val="00EB290B"/>
    <w:rsid w:val="00EC6946"/>
    <w:rsid w:val="00ED36D4"/>
    <w:rsid w:val="00ED67B0"/>
    <w:rsid w:val="00EF6C11"/>
    <w:rsid w:val="00F21CA3"/>
    <w:rsid w:val="00FA3FCD"/>
    <w:rsid w:val="00FA47FD"/>
    <w:rsid w:val="00FC296B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E849F"/>
  <w15:docId w15:val="{8A81958B-F3E7-4A1E-A90F-EBB38AC4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01A7F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1A7F"/>
    <w:pPr>
      <w:widowControl w:val="0"/>
      <w:shd w:val="clear" w:color="auto" w:fill="FFFFFF"/>
      <w:spacing w:before="260" w:after="260" w:line="227" w:lineRule="exac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2">
    <w:name w:val="Основной текст (2)_"/>
    <w:basedOn w:val="a0"/>
    <w:link w:val="20"/>
    <w:rsid w:val="00E01A7F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1A7F"/>
    <w:pPr>
      <w:widowControl w:val="0"/>
      <w:shd w:val="clear" w:color="auto" w:fill="FFFFFF"/>
      <w:spacing w:before="260" w:after="140" w:line="227" w:lineRule="exact"/>
      <w:jc w:val="both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1">
    <w:name w:val="Заголовок №1_"/>
    <w:basedOn w:val="a0"/>
    <w:link w:val="10"/>
    <w:rsid w:val="00E07767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0776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E07767"/>
    <w:pPr>
      <w:widowControl w:val="0"/>
      <w:shd w:val="clear" w:color="auto" w:fill="FFFFFF"/>
      <w:spacing w:after="260" w:line="212" w:lineRule="exact"/>
      <w:jc w:val="center"/>
      <w:outlineLvl w:val="0"/>
    </w:pPr>
    <w:rPr>
      <w:rFonts w:ascii="Arial" w:eastAsia="Arial" w:hAnsi="Arial" w:cs="Arial"/>
      <w:b/>
      <w:bCs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E07767"/>
    <w:pPr>
      <w:widowControl w:val="0"/>
      <w:shd w:val="clear" w:color="auto" w:fill="FFFFFF"/>
      <w:spacing w:before="260" w:after="260" w:line="202" w:lineRule="exact"/>
      <w:jc w:val="center"/>
    </w:pPr>
    <w:rPr>
      <w:rFonts w:ascii="Arial" w:eastAsia="Arial" w:hAnsi="Arial" w:cs="Arial"/>
      <w:sz w:val="18"/>
      <w:szCs w:val="18"/>
      <w:lang w:eastAsia="en-US"/>
    </w:rPr>
  </w:style>
  <w:style w:type="paragraph" w:styleId="a3">
    <w:name w:val="List Paragraph"/>
    <w:basedOn w:val="a"/>
    <w:uiPriority w:val="34"/>
    <w:qFormat/>
    <w:rsid w:val="00DD6BCB"/>
    <w:pPr>
      <w:ind w:left="720"/>
      <w:contextualSpacing/>
    </w:pPr>
  </w:style>
  <w:style w:type="paragraph" w:customStyle="1" w:styleId="ConsPlusNormal">
    <w:name w:val="ConsPlusNormal"/>
    <w:rsid w:val="00EA4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53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53B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B19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1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B19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19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174A79F7</Template>
  <TotalTime>0</TotalTime>
  <Pages>1</Pages>
  <Words>176</Words>
  <Characters>1006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Каменева Анна Николаевна</cp:lastModifiedBy>
  <cp:revision>2</cp:revision>
  <cp:lastPrinted>2023-06-29T07:39:00Z</cp:lastPrinted>
  <dcterms:created xsi:type="dcterms:W3CDTF">2023-06-29T07:39:00Z</dcterms:created>
  <dcterms:modified xsi:type="dcterms:W3CDTF">2023-06-29T07:39:00Z</dcterms:modified>
</cp:coreProperties>
</file>