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D69" w:rsidRPr="000B11D6" w:rsidRDefault="00A31457" w:rsidP="00CD3F63">
      <w:pPr>
        <w:spacing w:before="0"/>
        <w:ind w:firstLine="0"/>
        <w:jc w:val="center"/>
      </w:pPr>
      <w:r>
        <w:rPr>
          <w:noProof/>
        </w:rPr>
        <w:drawing>
          <wp:inline distT="0" distB="0" distL="0" distR="0">
            <wp:extent cx="828675" cy="866775"/>
            <wp:effectExtent l="0" t="0" r="0" b="0"/>
            <wp:docPr id="1" name="Рисунок 1" descr="g477_kursk_ob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477_kursk_ob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D69" w:rsidRPr="007D0E45" w:rsidRDefault="00E52D69" w:rsidP="00E52D69">
      <w:pPr>
        <w:ind w:firstLine="0"/>
        <w:jc w:val="center"/>
        <w:rPr>
          <w:sz w:val="24"/>
        </w:rPr>
      </w:pPr>
      <w:r w:rsidRPr="007D0E45">
        <w:rPr>
          <w:b/>
        </w:rPr>
        <w:t>РОССИЙСКАЯ ФЕДЕРАЦИЯ</w:t>
      </w:r>
    </w:p>
    <w:p w:rsidR="009A1C31" w:rsidRPr="007D0E45" w:rsidRDefault="009A1C31">
      <w:pPr>
        <w:spacing w:before="0" w:line="20" w:lineRule="atLeast"/>
        <w:ind w:firstLine="0"/>
        <w:jc w:val="center"/>
        <w:rPr>
          <w:sz w:val="16"/>
          <w:szCs w:val="16"/>
        </w:rPr>
      </w:pPr>
    </w:p>
    <w:p w:rsidR="009A1C31" w:rsidRPr="007D0E45" w:rsidRDefault="009A1C31">
      <w:pPr>
        <w:spacing w:before="0" w:line="20" w:lineRule="atLeast"/>
        <w:ind w:firstLine="0"/>
        <w:jc w:val="center"/>
        <w:rPr>
          <w:sz w:val="24"/>
          <w:szCs w:val="24"/>
        </w:rPr>
      </w:pPr>
      <w:r w:rsidRPr="007D0E45">
        <w:rPr>
          <w:sz w:val="24"/>
          <w:szCs w:val="24"/>
        </w:rPr>
        <w:t xml:space="preserve"> </w:t>
      </w:r>
      <w:r w:rsidR="00FC25B8">
        <w:rPr>
          <w:sz w:val="24"/>
          <w:szCs w:val="24"/>
        </w:rPr>
        <w:t>ПРАВИТЕЛЬСТВО</w:t>
      </w:r>
      <w:r w:rsidRPr="007D0E45">
        <w:rPr>
          <w:sz w:val="24"/>
          <w:szCs w:val="24"/>
        </w:rPr>
        <w:t xml:space="preserve"> КУРСКОЙ ОБЛАСТИ</w:t>
      </w:r>
    </w:p>
    <w:p w:rsidR="009A1C31" w:rsidRPr="007D0E45" w:rsidRDefault="009A1C31">
      <w:pPr>
        <w:spacing w:before="0" w:line="20" w:lineRule="atLeast"/>
        <w:ind w:firstLine="0"/>
        <w:jc w:val="center"/>
        <w:rPr>
          <w:sz w:val="16"/>
          <w:szCs w:val="16"/>
        </w:rPr>
      </w:pPr>
    </w:p>
    <w:p w:rsidR="009A1C31" w:rsidRPr="007D0E45" w:rsidRDefault="00FC25B8" w:rsidP="00A70AD4">
      <w:pPr>
        <w:spacing w:before="0" w:line="20" w:lineRule="atLeast"/>
        <w:ind w:firstLine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МИНИСТЕРСТВО</w:t>
      </w:r>
      <w:r w:rsidR="00A70AD4">
        <w:rPr>
          <w:b/>
          <w:bCs/>
          <w:sz w:val="32"/>
          <w:szCs w:val="32"/>
        </w:rPr>
        <w:t xml:space="preserve"> ТРАНСПОРТА </w:t>
      </w:r>
      <w:r w:rsidR="006A5ACE" w:rsidRPr="007D0E45">
        <w:rPr>
          <w:b/>
          <w:bCs/>
          <w:sz w:val="32"/>
          <w:szCs w:val="32"/>
        </w:rPr>
        <w:t>И АВТОМОБИЛЬНЫХ ДОРОГ КУРСКОЙ ОБЛАСТИ</w:t>
      </w:r>
    </w:p>
    <w:p w:rsidR="009A1C31" w:rsidRPr="007D0E45" w:rsidRDefault="009A1C31">
      <w:pPr>
        <w:pStyle w:val="1"/>
      </w:pPr>
      <w:r w:rsidRPr="007D0E45">
        <w:t>ПРИКАЗ</w:t>
      </w:r>
    </w:p>
    <w:p w:rsidR="009A1C31" w:rsidRDefault="009A1C31">
      <w:pPr>
        <w:pBdr>
          <w:bottom w:val="single" w:sz="6" w:space="1" w:color="auto"/>
        </w:pBdr>
        <w:spacing w:before="0" w:line="20" w:lineRule="atLeast"/>
        <w:ind w:firstLine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г. Курск </w:t>
      </w:r>
    </w:p>
    <w:p w:rsidR="009A1C31" w:rsidRDefault="0083406F">
      <w:pPr>
        <w:pBdr>
          <w:bottom w:val="single" w:sz="6" w:space="1" w:color="auto"/>
        </w:pBdr>
        <w:spacing w:before="0" w:line="20" w:lineRule="atLeast"/>
        <w:ind w:firstLine="0"/>
        <w:jc w:val="center"/>
        <w:rPr>
          <w:b/>
          <w:bCs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-60960</wp:posOffset>
                </wp:positionH>
                <wp:positionV relativeFrom="paragraph">
                  <wp:posOffset>250825</wp:posOffset>
                </wp:positionV>
                <wp:extent cx="3905250" cy="866775"/>
                <wp:effectExtent l="0" t="0" r="0" b="9525"/>
                <wp:wrapNone/>
                <wp:docPr id="2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05250" cy="866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7444C" w:rsidRPr="00153E76" w:rsidRDefault="0067444C" w:rsidP="00493A52">
                            <w:pPr>
                              <w:spacing w:before="0" w:line="235" w:lineRule="auto"/>
                              <w:ind w:firstLine="0"/>
                              <w:rPr>
                                <w:spacing w:val="2"/>
                              </w:rPr>
                            </w:pPr>
                            <w:r>
                              <w:rPr>
                                <w:b/>
                                <w:bCs/>
                                <w:spacing w:val="2"/>
                              </w:rPr>
                              <w:t>О номенклатуре запасов материально-технических средств спасательной службы транспортного и автодорожного обеспечения Курской области</w:t>
                            </w:r>
                          </w:p>
                          <w:p w:rsidR="0067444C" w:rsidRDefault="0067444C" w:rsidP="00493A5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-4.8pt;margin-top:19.75pt;width:307.5pt;height:68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" filled="f" stroked="f">
                <v:textbox>
                  <w:txbxContent>
                    <w:p w:rsidR="0067444C" w:rsidRPr="00153E76" w:rsidRDefault="0067444C" w:rsidP="00493A52">
                      <w:pPr>
                        <w:spacing w:before="0" w:line="235" w:lineRule="auto"/>
                        <w:ind w:firstLine="0"/>
                        <w:rPr>
                          <w:spacing w:val="2"/>
                        </w:rPr>
                      </w:pPr>
                      <w:r>
                        <w:rPr>
                          <w:b/>
                          <w:bCs/>
                          <w:spacing w:val="2"/>
                        </w:rPr>
                        <w:t>О номенклатуре запасов материально-технических средств спасательной службы транспортного и автодорожного обеспечения Курской области</w:t>
                      </w:r>
                    </w:p>
                    <w:p w:rsidR="0067444C" w:rsidRDefault="0067444C" w:rsidP="00493A52"/>
                  </w:txbxContent>
                </v:textbox>
              </v:shape>
            </w:pict>
          </mc:Fallback>
        </mc:AlternateContent>
      </w:r>
      <w:r w:rsidR="009A1C31">
        <w:rPr>
          <w:sz w:val="32"/>
          <w:szCs w:val="32"/>
        </w:rPr>
        <w:t xml:space="preserve">                                              № </w:t>
      </w:r>
    </w:p>
    <w:p w:rsidR="009A1C31" w:rsidRPr="006F7DB1" w:rsidRDefault="009A1C31" w:rsidP="006F7DB1">
      <w:pPr>
        <w:spacing w:before="0"/>
        <w:ind w:firstLine="0"/>
        <w:contextualSpacing/>
        <w:rPr>
          <w:spacing w:val="-6"/>
        </w:rPr>
      </w:pPr>
    </w:p>
    <w:p w:rsidR="00C877E1" w:rsidRPr="006F7DB1" w:rsidRDefault="00C877E1" w:rsidP="006F7DB1">
      <w:pPr>
        <w:spacing w:before="0"/>
        <w:ind w:firstLine="0"/>
        <w:contextualSpacing/>
        <w:rPr>
          <w:spacing w:val="-6"/>
        </w:rPr>
      </w:pPr>
    </w:p>
    <w:p w:rsidR="00493A52" w:rsidRPr="006F7DB1" w:rsidRDefault="00493A52" w:rsidP="006F7DB1">
      <w:pPr>
        <w:spacing w:before="0"/>
        <w:ind w:firstLine="0"/>
        <w:contextualSpacing/>
        <w:rPr>
          <w:spacing w:val="-6"/>
        </w:rPr>
      </w:pPr>
    </w:p>
    <w:p w:rsidR="00493A52" w:rsidRPr="006F7DB1" w:rsidRDefault="00493A52" w:rsidP="006F7DB1">
      <w:pPr>
        <w:spacing w:before="0"/>
        <w:ind w:firstLine="0"/>
        <w:contextualSpacing/>
        <w:rPr>
          <w:spacing w:val="-6"/>
        </w:rPr>
      </w:pPr>
    </w:p>
    <w:p w:rsidR="00035DDE" w:rsidRPr="006F7DB1" w:rsidRDefault="00035DDE" w:rsidP="006F7DB1">
      <w:pPr>
        <w:adjustRightInd w:val="0"/>
        <w:spacing w:before="0"/>
        <w:ind w:firstLine="0"/>
        <w:contextualSpacing/>
        <w:rPr>
          <w:spacing w:val="-6"/>
        </w:rPr>
      </w:pPr>
    </w:p>
    <w:p w:rsidR="00554D43" w:rsidRPr="006F7DB1" w:rsidRDefault="00977F34" w:rsidP="006F7DB1">
      <w:pPr>
        <w:adjustRightInd w:val="0"/>
        <w:spacing w:before="0"/>
        <w:ind w:firstLine="720"/>
        <w:contextualSpacing/>
        <w:rPr>
          <w:rFonts w:ascii="TimesNewRomanPSMT" w:hAnsi="TimesNewRomanPSMT" w:cs="TimesNewRomanPSMT"/>
          <w:spacing w:val="-6"/>
        </w:rPr>
      </w:pPr>
      <w:r w:rsidRPr="006F7DB1">
        <w:rPr>
          <w:spacing w:val="-6"/>
        </w:rPr>
        <w:t xml:space="preserve">В соответствии с </w:t>
      </w:r>
      <w:r w:rsidR="00874470" w:rsidRPr="006F7DB1">
        <w:rPr>
          <w:spacing w:val="-6"/>
        </w:rPr>
        <w:t>Федеральным законом от 12</w:t>
      </w:r>
      <w:r w:rsidR="006F7DB1" w:rsidRPr="006F7DB1">
        <w:rPr>
          <w:spacing w:val="-6"/>
        </w:rPr>
        <w:t xml:space="preserve"> февраля </w:t>
      </w:r>
      <w:r w:rsidR="00874470" w:rsidRPr="006F7DB1">
        <w:rPr>
          <w:spacing w:val="-6"/>
        </w:rPr>
        <w:t>1998</w:t>
      </w:r>
      <w:r w:rsidR="006F7DB1" w:rsidRPr="006F7DB1">
        <w:rPr>
          <w:spacing w:val="-6"/>
        </w:rPr>
        <w:t xml:space="preserve"> года </w:t>
      </w:r>
      <w:r w:rsidR="006F7DB1" w:rsidRPr="006F7DB1">
        <w:rPr>
          <w:spacing w:val="-6"/>
        </w:rPr>
        <w:br/>
      </w:r>
      <w:r w:rsidR="00874470" w:rsidRPr="006F7DB1">
        <w:rPr>
          <w:spacing w:val="-6"/>
        </w:rPr>
        <w:t>№</w:t>
      </w:r>
      <w:r w:rsidR="006F7DB1" w:rsidRPr="006F7DB1">
        <w:rPr>
          <w:spacing w:val="-6"/>
        </w:rPr>
        <w:t xml:space="preserve"> 28-ФЗ </w:t>
      </w:r>
      <w:r w:rsidR="00874470" w:rsidRPr="006F7DB1">
        <w:rPr>
          <w:spacing w:val="-6"/>
        </w:rPr>
        <w:t xml:space="preserve">«О гражданской обороне», </w:t>
      </w:r>
      <w:hyperlink r:id="rId9" w:history="1">
        <w:r w:rsidRPr="006F7DB1">
          <w:rPr>
            <w:spacing w:val="-6"/>
          </w:rPr>
          <w:t>Постановлением</w:t>
        </w:r>
      </w:hyperlink>
      <w:r w:rsidRPr="006F7DB1">
        <w:rPr>
          <w:spacing w:val="-6"/>
        </w:rPr>
        <w:t xml:space="preserve"> Правительства Российской Федерации от 27 апреля 2000 года № 379 «О накоплении, хранении и использовании в целях гражданской обороны запасов материально-технических, продовольственны</w:t>
      </w:r>
      <w:r w:rsidR="006F7DB1">
        <w:rPr>
          <w:spacing w:val="-6"/>
        </w:rPr>
        <w:t xml:space="preserve">х, медицинских и иных средств», </w:t>
      </w:r>
      <w:r w:rsidR="00481752" w:rsidRPr="006F7DB1">
        <w:rPr>
          <w:spacing w:val="-6"/>
        </w:rPr>
        <w:t xml:space="preserve">постановлением Администрации Курской области от 19.09.2022 № 1034-па </w:t>
      </w:r>
      <w:r w:rsidR="006F7DB1">
        <w:rPr>
          <w:spacing w:val="-6"/>
        </w:rPr>
        <w:br/>
      </w:r>
      <w:r w:rsidR="00481752" w:rsidRPr="006F7DB1">
        <w:rPr>
          <w:spacing w:val="-6"/>
        </w:rPr>
        <w:t xml:space="preserve">«О запасах материально - технических, продовольственных, медицинских </w:t>
      </w:r>
      <w:r w:rsidR="006F7DB1">
        <w:rPr>
          <w:spacing w:val="-6"/>
        </w:rPr>
        <w:br/>
      </w:r>
      <w:r w:rsidR="00481752" w:rsidRPr="006F7DB1">
        <w:rPr>
          <w:spacing w:val="-6"/>
        </w:rPr>
        <w:t>и иных средств, создаваемых в целях гражданской обороны»</w:t>
      </w:r>
      <w:r w:rsidR="007D209A" w:rsidRPr="006F7DB1">
        <w:rPr>
          <w:spacing w:val="-6"/>
        </w:rPr>
        <w:t>,</w:t>
      </w:r>
      <w:r w:rsidRPr="006F7DB1">
        <w:rPr>
          <w:spacing w:val="-6"/>
        </w:rPr>
        <w:t xml:space="preserve"> в целях обеспечения защиты населения Курской обл</w:t>
      </w:r>
      <w:r w:rsidR="006F7DB1">
        <w:rPr>
          <w:spacing w:val="-6"/>
        </w:rPr>
        <w:t xml:space="preserve">асти от опасностей, возникающих </w:t>
      </w:r>
      <w:r w:rsidRPr="006F7DB1">
        <w:rPr>
          <w:spacing w:val="-6"/>
        </w:rPr>
        <w:t xml:space="preserve">при военных конфликтах или вследствие этих конфликтов, а также </w:t>
      </w:r>
      <w:r w:rsidR="006F7DB1">
        <w:rPr>
          <w:spacing w:val="-6"/>
        </w:rPr>
        <w:br/>
      </w:r>
      <w:r w:rsidRPr="006F7DB1">
        <w:rPr>
          <w:spacing w:val="-6"/>
        </w:rPr>
        <w:t xml:space="preserve">при чрезвычайных ситуациях природного и техногенного характера, оснащения аварийно-спасательных формирований, спасательных служб и нештатных формирований по обеспечению выполнения мероприятий по гражданской обороне при проведении аварийно-спасательных и других неотложных работ </w:t>
      </w:r>
      <w:r w:rsidR="006F7DB1">
        <w:rPr>
          <w:spacing w:val="-6"/>
        </w:rPr>
        <w:br/>
      </w:r>
      <w:r w:rsidRPr="006F7DB1">
        <w:rPr>
          <w:spacing w:val="-6"/>
        </w:rPr>
        <w:t xml:space="preserve">в случае возникновения опасностей при военных </w:t>
      </w:r>
      <w:r w:rsidR="00481752" w:rsidRPr="006F7DB1">
        <w:rPr>
          <w:spacing w:val="-6"/>
        </w:rPr>
        <w:t xml:space="preserve">конфликтах </w:t>
      </w:r>
      <w:r w:rsidRPr="006F7DB1">
        <w:rPr>
          <w:spacing w:val="-6"/>
        </w:rPr>
        <w:t xml:space="preserve">или вследствие этих конфликтов, а также при чрезвычайных ситуациях природного </w:t>
      </w:r>
      <w:r w:rsidR="006F7DB1">
        <w:rPr>
          <w:spacing w:val="-6"/>
        </w:rPr>
        <w:br/>
      </w:r>
      <w:r w:rsidRPr="006F7DB1">
        <w:rPr>
          <w:spacing w:val="-6"/>
        </w:rPr>
        <w:t>и техногенного характера на территории Курской области</w:t>
      </w:r>
      <w:r w:rsidR="00493A52" w:rsidRPr="006F7DB1">
        <w:rPr>
          <w:rFonts w:ascii="TimesNewRomanPSMT" w:hAnsi="TimesNewRomanPSMT" w:cs="TimesNewRomanPSMT"/>
          <w:spacing w:val="-6"/>
        </w:rPr>
        <w:t>,</w:t>
      </w:r>
    </w:p>
    <w:p w:rsidR="00121D0D" w:rsidRPr="00153E76" w:rsidRDefault="00121D0D" w:rsidP="000442D1">
      <w:pPr>
        <w:adjustRightInd w:val="0"/>
        <w:spacing w:before="0"/>
        <w:ind w:firstLine="720"/>
        <w:rPr>
          <w:rFonts w:ascii="TimesNewRomanPSMT" w:hAnsi="TimesNewRomanPSMT" w:cs="TimesNewRomanPSMT"/>
          <w:spacing w:val="2"/>
        </w:rPr>
      </w:pPr>
    </w:p>
    <w:p w:rsidR="00DB4B24" w:rsidRPr="00153E76" w:rsidRDefault="009A1C31" w:rsidP="00282A27">
      <w:pPr>
        <w:spacing w:before="0" w:line="235" w:lineRule="auto"/>
        <w:ind w:firstLine="0"/>
        <w:jc w:val="center"/>
        <w:rPr>
          <w:b/>
          <w:bCs/>
          <w:spacing w:val="2"/>
        </w:rPr>
      </w:pPr>
      <w:r w:rsidRPr="00153E76">
        <w:rPr>
          <w:b/>
          <w:bCs/>
          <w:spacing w:val="2"/>
        </w:rPr>
        <w:t>ПРИКАЗЫВАЮ:</w:t>
      </w:r>
    </w:p>
    <w:p w:rsidR="00B57163" w:rsidRPr="007A11DB" w:rsidRDefault="00977F34" w:rsidP="007A11DB">
      <w:pPr>
        <w:pStyle w:val="ae"/>
        <w:numPr>
          <w:ilvl w:val="0"/>
          <w:numId w:val="11"/>
        </w:numPr>
        <w:tabs>
          <w:tab w:val="left" w:pos="1134"/>
        </w:tabs>
        <w:ind w:left="0" w:firstLine="720"/>
        <w:rPr>
          <w:spacing w:val="-6"/>
        </w:rPr>
      </w:pPr>
      <w:r w:rsidRPr="007A11DB">
        <w:rPr>
          <w:spacing w:val="-6"/>
        </w:rPr>
        <w:t>Утвердить номенклатуру</w:t>
      </w:r>
      <w:r w:rsidR="00481752" w:rsidRPr="007A11DB">
        <w:rPr>
          <w:spacing w:val="-6"/>
        </w:rPr>
        <w:t xml:space="preserve"> и объемы</w:t>
      </w:r>
      <w:r w:rsidRPr="007A11DB">
        <w:rPr>
          <w:spacing w:val="-6"/>
        </w:rPr>
        <w:t xml:space="preserve"> з</w:t>
      </w:r>
      <w:r w:rsidR="00481752" w:rsidRPr="007A11DB">
        <w:rPr>
          <w:spacing w:val="-6"/>
        </w:rPr>
        <w:t xml:space="preserve">апасов материально-технических </w:t>
      </w:r>
      <w:r w:rsidRPr="007A11DB">
        <w:rPr>
          <w:spacing w:val="-6"/>
        </w:rPr>
        <w:t xml:space="preserve">средств на нужды гражданской обороны спасательной службы транспортного </w:t>
      </w:r>
      <w:r w:rsidR="007A11DB">
        <w:rPr>
          <w:spacing w:val="-6"/>
        </w:rPr>
        <w:br/>
      </w:r>
      <w:r w:rsidRPr="007A11DB">
        <w:rPr>
          <w:spacing w:val="-6"/>
        </w:rPr>
        <w:t>и автодорожного обеспе</w:t>
      </w:r>
      <w:r w:rsidR="00B57163" w:rsidRPr="007A11DB">
        <w:rPr>
          <w:spacing w:val="-6"/>
        </w:rPr>
        <w:t>чения Курской области согласно П</w:t>
      </w:r>
      <w:r w:rsidRPr="007A11DB">
        <w:rPr>
          <w:spacing w:val="-6"/>
        </w:rPr>
        <w:t>риложению</w:t>
      </w:r>
      <w:r w:rsidR="00B57163" w:rsidRPr="007A11DB">
        <w:rPr>
          <w:spacing w:val="-6"/>
        </w:rPr>
        <w:t xml:space="preserve"> №</w:t>
      </w:r>
      <w:r w:rsidR="00F030C4" w:rsidRPr="007A11DB">
        <w:rPr>
          <w:spacing w:val="-6"/>
        </w:rPr>
        <w:t xml:space="preserve"> 1</w:t>
      </w:r>
      <w:r w:rsidR="00F3173C" w:rsidRPr="007A11DB">
        <w:rPr>
          <w:spacing w:val="-6"/>
        </w:rPr>
        <w:t>.</w:t>
      </w:r>
    </w:p>
    <w:p w:rsidR="00E81C84" w:rsidRPr="007A11DB" w:rsidRDefault="00E81C84" w:rsidP="007A11DB">
      <w:pPr>
        <w:pStyle w:val="ae"/>
        <w:numPr>
          <w:ilvl w:val="0"/>
          <w:numId w:val="11"/>
        </w:numPr>
        <w:tabs>
          <w:tab w:val="left" w:pos="1134"/>
        </w:tabs>
        <w:ind w:left="0" w:firstLine="720"/>
        <w:rPr>
          <w:spacing w:val="-6"/>
        </w:rPr>
      </w:pPr>
      <w:r w:rsidRPr="007A11DB">
        <w:rPr>
          <w:spacing w:val="-6"/>
        </w:rPr>
        <w:t xml:space="preserve">Утвердить </w:t>
      </w:r>
      <w:r w:rsidR="00481752" w:rsidRPr="007A11DB">
        <w:rPr>
          <w:spacing w:val="-6"/>
        </w:rPr>
        <w:t>П</w:t>
      </w:r>
      <w:r w:rsidRPr="007A11DB">
        <w:rPr>
          <w:spacing w:val="-6"/>
        </w:rPr>
        <w:t xml:space="preserve">орядок </w:t>
      </w:r>
      <w:r w:rsidR="00481752" w:rsidRPr="007A11DB">
        <w:rPr>
          <w:spacing w:val="-6"/>
        </w:rPr>
        <w:t>формирования</w:t>
      </w:r>
      <w:r w:rsidR="00995EBC" w:rsidRPr="007A11DB">
        <w:rPr>
          <w:spacing w:val="-6"/>
        </w:rPr>
        <w:t>,</w:t>
      </w:r>
      <w:r w:rsidR="00481752" w:rsidRPr="007A11DB">
        <w:rPr>
          <w:spacing w:val="-6"/>
        </w:rPr>
        <w:t xml:space="preserve"> содержания</w:t>
      </w:r>
      <w:r w:rsidR="00995EBC" w:rsidRPr="007A11DB">
        <w:rPr>
          <w:spacing w:val="-6"/>
        </w:rPr>
        <w:t xml:space="preserve"> и восполнения</w:t>
      </w:r>
      <w:r w:rsidR="00481752" w:rsidRPr="007A11DB">
        <w:rPr>
          <w:spacing w:val="-6"/>
        </w:rPr>
        <w:t xml:space="preserve"> </w:t>
      </w:r>
      <w:r w:rsidRPr="007A11DB">
        <w:rPr>
          <w:spacing w:val="-6"/>
        </w:rPr>
        <w:t>запасов материально-технических средств, предназначенных дл</w:t>
      </w:r>
      <w:r w:rsidR="007A11DB">
        <w:rPr>
          <w:spacing w:val="-6"/>
        </w:rPr>
        <w:t xml:space="preserve">я нужд </w:t>
      </w:r>
      <w:r w:rsidRPr="007A11DB">
        <w:rPr>
          <w:spacing w:val="-6"/>
        </w:rPr>
        <w:lastRenderedPageBreak/>
        <w:t>гражданской обороны спасательной службы транспортного и автодорожного обеспечения Курской области соглас</w:t>
      </w:r>
      <w:r w:rsidR="007A11DB">
        <w:rPr>
          <w:spacing w:val="-6"/>
        </w:rPr>
        <w:t xml:space="preserve">но Приложению </w:t>
      </w:r>
      <w:r w:rsidR="00481752" w:rsidRPr="007A11DB">
        <w:rPr>
          <w:spacing w:val="-6"/>
        </w:rPr>
        <w:t>№ 2</w:t>
      </w:r>
      <w:r w:rsidRPr="007A11DB">
        <w:rPr>
          <w:spacing w:val="-6"/>
        </w:rPr>
        <w:t>.</w:t>
      </w:r>
    </w:p>
    <w:p w:rsidR="00E40C9F" w:rsidRPr="007A11DB" w:rsidRDefault="00E40C9F" w:rsidP="007A11DB">
      <w:pPr>
        <w:pStyle w:val="ae"/>
        <w:numPr>
          <w:ilvl w:val="0"/>
          <w:numId w:val="11"/>
        </w:numPr>
        <w:tabs>
          <w:tab w:val="left" w:pos="1134"/>
        </w:tabs>
        <w:ind w:left="0" w:firstLine="720"/>
        <w:rPr>
          <w:spacing w:val="-6"/>
        </w:rPr>
      </w:pPr>
      <w:r w:rsidRPr="007A11DB">
        <w:rPr>
          <w:rFonts w:ascii="TimesNewRomanPSMT" w:hAnsi="TimesNewRomanPSMT" w:cs="TimesNewRomanPSMT"/>
          <w:spacing w:val="-6"/>
        </w:rPr>
        <w:t xml:space="preserve">Приказ Министерства транспорта и автомобильных дорог Курской области от 08.02.2023 № 19а «О номенклатуре запасов материально-технических ресурсов спасательной службы транспортного и автодорожного обеспечения Курской области» (в редакции приказа от 29.05.2023 № 111) </w:t>
      </w:r>
      <w:r w:rsidR="007A11DB">
        <w:rPr>
          <w:rFonts w:ascii="TimesNewRomanPSMT" w:hAnsi="TimesNewRomanPSMT" w:cs="TimesNewRomanPSMT"/>
          <w:spacing w:val="-6"/>
        </w:rPr>
        <w:br/>
      </w:r>
      <w:r w:rsidRPr="007A11DB">
        <w:rPr>
          <w:rFonts w:ascii="TimesNewRomanPSMT" w:hAnsi="TimesNewRomanPSMT" w:cs="TimesNewRomanPSMT"/>
          <w:spacing w:val="-6"/>
        </w:rPr>
        <w:t xml:space="preserve">и приказ Министерства транспорта и автомобильных дорог Курской области </w:t>
      </w:r>
      <w:r w:rsidR="006F7DB1">
        <w:rPr>
          <w:rFonts w:ascii="TimesNewRomanPSMT" w:hAnsi="TimesNewRomanPSMT" w:cs="TimesNewRomanPSMT"/>
          <w:spacing w:val="-6"/>
        </w:rPr>
        <w:br/>
      </w:r>
      <w:r w:rsidRPr="007A11DB">
        <w:rPr>
          <w:rFonts w:ascii="TimesNewRomanPSMT" w:hAnsi="TimesNewRomanPSMT" w:cs="TimesNewRomanPSMT"/>
          <w:spacing w:val="-6"/>
        </w:rPr>
        <w:t>от 27.03.2023 № 44 «О порядке формирования и содержания запасов материально-технических средств. предназначенных для нужд гражданской обороны спа</w:t>
      </w:r>
      <w:r w:rsidR="007A11DB">
        <w:rPr>
          <w:rFonts w:ascii="TimesNewRomanPSMT" w:hAnsi="TimesNewRomanPSMT" w:cs="TimesNewRomanPSMT"/>
          <w:spacing w:val="-6"/>
        </w:rPr>
        <w:t xml:space="preserve">сательной службы транспортного </w:t>
      </w:r>
      <w:r w:rsidRPr="007A11DB">
        <w:rPr>
          <w:rFonts w:ascii="TimesNewRomanPSMT" w:hAnsi="TimesNewRomanPSMT" w:cs="TimesNewRomanPSMT"/>
          <w:spacing w:val="-6"/>
        </w:rPr>
        <w:t>и автодорожного обеспечения Курской области» признать утратившими силу.</w:t>
      </w:r>
    </w:p>
    <w:p w:rsidR="00E40C9F" w:rsidRPr="007A11DB" w:rsidRDefault="00E40C9F" w:rsidP="007A11DB">
      <w:pPr>
        <w:pStyle w:val="ae"/>
        <w:numPr>
          <w:ilvl w:val="0"/>
          <w:numId w:val="11"/>
        </w:numPr>
        <w:tabs>
          <w:tab w:val="left" w:pos="1134"/>
        </w:tabs>
        <w:ind w:left="0" w:firstLine="720"/>
        <w:rPr>
          <w:spacing w:val="-6"/>
        </w:rPr>
      </w:pPr>
      <w:r w:rsidRPr="007A11DB">
        <w:rPr>
          <w:rFonts w:ascii="TimesNewRomanPSMT" w:hAnsi="TimesNewRomanPSMT" w:cs="TimesNewRomanPSMT"/>
          <w:spacing w:val="-6"/>
        </w:rPr>
        <w:t>Контроль за исполнением приказа оставляю за собой.</w:t>
      </w:r>
    </w:p>
    <w:p w:rsidR="00E40C9F" w:rsidRPr="007A11DB" w:rsidRDefault="00D30BD8" w:rsidP="007A11DB">
      <w:pPr>
        <w:pStyle w:val="ae"/>
        <w:numPr>
          <w:ilvl w:val="0"/>
          <w:numId w:val="11"/>
        </w:numPr>
        <w:tabs>
          <w:tab w:val="left" w:pos="1134"/>
        </w:tabs>
        <w:ind w:left="0" w:firstLine="720"/>
        <w:rPr>
          <w:spacing w:val="-6"/>
        </w:rPr>
      </w:pPr>
      <w:r w:rsidRPr="007A11DB">
        <w:rPr>
          <w:rFonts w:ascii="TimesNewRomanPSMT" w:hAnsi="TimesNewRomanPSMT" w:cs="TimesNewRomanPSMT"/>
          <w:spacing w:val="-6"/>
        </w:rPr>
        <w:t>Приказ вступает в силу с момента его подписания.</w:t>
      </w:r>
    </w:p>
    <w:p w:rsidR="003E32C6" w:rsidRDefault="003E32C6">
      <w:pPr>
        <w:spacing w:before="0"/>
        <w:ind w:firstLine="0"/>
        <w:rPr>
          <w:spacing w:val="-6"/>
        </w:rPr>
      </w:pPr>
    </w:p>
    <w:p w:rsidR="006F7DB1" w:rsidRDefault="006F7DB1">
      <w:pPr>
        <w:spacing w:before="0"/>
        <w:ind w:firstLine="0"/>
        <w:rPr>
          <w:spacing w:val="-6"/>
        </w:rPr>
      </w:pPr>
    </w:p>
    <w:p w:rsidR="006F7DB1" w:rsidRPr="007A11DB" w:rsidRDefault="006F7DB1">
      <w:pPr>
        <w:spacing w:before="0"/>
        <w:ind w:firstLine="0"/>
        <w:rPr>
          <w:spacing w:val="-6"/>
        </w:rPr>
      </w:pPr>
    </w:p>
    <w:tbl>
      <w:tblPr>
        <w:tblW w:w="9176" w:type="dxa"/>
        <w:tblLook w:val="01E0" w:firstRow="1" w:lastRow="1" w:firstColumn="1" w:lastColumn="1" w:noHBand="0" w:noVBand="0"/>
      </w:tblPr>
      <w:tblGrid>
        <w:gridCol w:w="4584"/>
        <w:gridCol w:w="4592"/>
      </w:tblGrid>
      <w:tr w:rsidR="00542D80" w:rsidRPr="00542D80" w:rsidTr="006F7DB1">
        <w:trPr>
          <w:trHeight w:val="409"/>
        </w:trPr>
        <w:tc>
          <w:tcPr>
            <w:tcW w:w="4584" w:type="dxa"/>
          </w:tcPr>
          <w:p w:rsidR="00542D80" w:rsidRPr="00542D80" w:rsidRDefault="006B094F" w:rsidP="006B094F">
            <w:pPr>
              <w:spacing w:before="0"/>
              <w:ind w:firstLine="0"/>
              <w:jc w:val="left"/>
            </w:pPr>
            <w:r>
              <w:t>И.о. м</w:t>
            </w:r>
            <w:r w:rsidR="00FC25B8">
              <w:t>инистр</w:t>
            </w:r>
            <w:r>
              <w:t>а</w:t>
            </w:r>
            <w:r w:rsidR="00542D80">
              <w:tab/>
            </w:r>
            <w:r w:rsidR="00542D80">
              <w:tab/>
            </w:r>
            <w:r w:rsidR="00542D80" w:rsidRPr="00542D80">
              <w:tab/>
              <w:t xml:space="preserve">      </w:t>
            </w:r>
          </w:p>
        </w:tc>
        <w:tc>
          <w:tcPr>
            <w:tcW w:w="4592" w:type="dxa"/>
          </w:tcPr>
          <w:p w:rsidR="00542D80" w:rsidRPr="00542D80" w:rsidRDefault="006F7DB1" w:rsidP="006165A0">
            <w:pPr>
              <w:spacing w:before="0"/>
              <w:ind w:firstLine="0"/>
              <w:jc w:val="right"/>
            </w:pPr>
            <w:r>
              <w:t xml:space="preserve">  </w:t>
            </w:r>
            <w:r w:rsidR="006165A0">
              <w:t>В</w:t>
            </w:r>
            <w:r w:rsidR="00034F3A">
              <w:t>.</w:t>
            </w:r>
            <w:r w:rsidR="006165A0">
              <w:t>А</w:t>
            </w:r>
            <w:r w:rsidR="00034F3A">
              <w:t xml:space="preserve">. </w:t>
            </w:r>
            <w:r w:rsidR="006165A0">
              <w:t>Жмылевский</w:t>
            </w:r>
          </w:p>
        </w:tc>
      </w:tr>
    </w:tbl>
    <w:p w:rsidR="00CB632A" w:rsidRDefault="00CB632A" w:rsidP="00E26AAC">
      <w:pPr>
        <w:widowControl w:val="0"/>
        <w:tabs>
          <w:tab w:val="left" w:pos="993"/>
        </w:tabs>
        <w:adjustRightInd w:val="0"/>
        <w:spacing w:before="0" w:line="276" w:lineRule="auto"/>
        <w:ind w:left="4111" w:firstLine="0"/>
        <w:jc w:val="center"/>
        <w:rPr>
          <w:sz w:val="23"/>
          <w:szCs w:val="23"/>
        </w:rPr>
      </w:pPr>
    </w:p>
    <w:p w:rsidR="00F030C4" w:rsidRPr="00481752" w:rsidRDefault="00481752" w:rsidP="00481752">
      <w:pPr>
        <w:autoSpaceDE/>
        <w:autoSpaceDN/>
        <w:spacing w:before="0"/>
        <w:ind w:firstLine="0"/>
        <w:jc w:val="left"/>
        <w:rPr>
          <w:sz w:val="23"/>
          <w:szCs w:val="23"/>
        </w:rPr>
      </w:pPr>
      <w:r>
        <w:rPr>
          <w:sz w:val="23"/>
          <w:szCs w:val="23"/>
        </w:rPr>
        <w:br w:type="page"/>
      </w:r>
    </w:p>
    <w:p w:rsidR="00F030C4" w:rsidRDefault="00E81C84" w:rsidP="006F7DB1">
      <w:pPr>
        <w:widowControl w:val="0"/>
        <w:tabs>
          <w:tab w:val="left" w:pos="993"/>
        </w:tabs>
        <w:adjustRightInd w:val="0"/>
        <w:spacing w:before="0"/>
        <w:ind w:left="4111" w:firstLine="0"/>
        <w:contextualSpacing/>
        <w:jc w:val="center"/>
      </w:pPr>
      <w:r>
        <w:lastRenderedPageBreak/>
        <w:t>П</w:t>
      </w:r>
      <w:r w:rsidR="006F7DB1">
        <w:t>риложение</w:t>
      </w:r>
      <w:r w:rsidRPr="00FF3A2E">
        <w:t xml:space="preserve"> </w:t>
      </w:r>
      <w:r w:rsidR="00FF3A2E" w:rsidRPr="00FF3A2E">
        <w:t xml:space="preserve">№ 1 </w:t>
      </w:r>
      <w:r w:rsidR="00FF3A2E">
        <w:br/>
      </w:r>
      <w:r w:rsidR="00FF3A2E" w:rsidRPr="00FF3A2E">
        <w:t xml:space="preserve">к приказу Министерства транспорта </w:t>
      </w:r>
      <w:r w:rsidR="00FF3A2E">
        <w:br/>
      </w:r>
      <w:r w:rsidR="00FF3A2E" w:rsidRPr="00FF3A2E">
        <w:t xml:space="preserve">и автомобильных дорог </w:t>
      </w:r>
      <w:r w:rsidR="00F030C4">
        <w:br/>
      </w:r>
      <w:r w:rsidR="00FF3A2E" w:rsidRPr="00FF3A2E">
        <w:t xml:space="preserve">Курской области </w:t>
      </w:r>
      <w:r w:rsidR="00F030C4">
        <w:br/>
      </w:r>
      <w:r w:rsidR="00FF3A2E" w:rsidRPr="00FF3A2E">
        <w:t>от «___» ________ № _____</w:t>
      </w:r>
    </w:p>
    <w:p w:rsidR="00F030C4" w:rsidRDefault="00F030C4" w:rsidP="00E26AAC">
      <w:pPr>
        <w:widowControl w:val="0"/>
        <w:tabs>
          <w:tab w:val="left" w:pos="993"/>
        </w:tabs>
        <w:adjustRightInd w:val="0"/>
        <w:spacing w:before="0" w:line="276" w:lineRule="auto"/>
        <w:ind w:left="4111" w:firstLine="0"/>
        <w:jc w:val="center"/>
      </w:pPr>
    </w:p>
    <w:p w:rsidR="000C6862" w:rsidRDefault="000C6862" w:rsidP="00E81C84">
      <w:pPr>
        <w:widowControl w:val="0"/>
        <w:tabs>
          <w:tab w:val="left" w:pos="993"/>
        </w:tabs>
        <w:adjustRightInd w:val="0"/>
        <w:spacing w:before="0" w:line="276" w:lineRule="auto"/>
        <w:ind w:firstLine="0"/>
      </w:pPr>
    </w:p>
    <w:p w:rsidR="00977F34" w:rsidRDefault="00E81C84" w:rsidP="006F7DB1">
      <w:pPr>
        <w:widowControl w:val="0"/>
        <w:tabs>
          <w:tab w:val="left" w:pos="993"/>
        </w:tabs>
        <w:adjustRightInd w:val="0"/>
        <w:spacing w:before="0"/>
        <w:ind w:firstLine="0"/>
        <w:contextualSpacing/>
        <w:jc w:val="center"/>
      </w:pPr>
      <w:r>
        <w:t xml:space="preserve">НОМЕНКЛАТУРА </w:t>
      </w:r>
      <w:r w:rsidR="005C33AC">
        <w:t>И ОБЪЕМЫ</w:t>
      </w:r>
      <w:r w:rsidR="00977F34">
        <w:br/>
        <w:t>запасов материально-технических средств на нужды гражданской обороны</w:t>
      </w:r>
    </w:p>
    <w:p w:rsidR="00977F34" w:rsidRPr="00FF3A2E" w:rsidRDefault="00977F34" w:rsidP="006F7DB1">
      <w:pPr>
        <w:widowControl w:val="0"/>
        <w:tabs>
          <w:tab w:val="left" w:pos="993"/>
        </w:tabs>
        <w:adjustRightInd w:val="0"/>
        <w:spacing w:before="0"/>
        <w:ind w:firstLine="0"/>
        <w:contextualSpacing/>
        <w:jc w:val="center"/>
      </w:pPr>
      <w:r>
        <w:t>спасательной службы транспортного и автодорожного обеспечения Курской области</w:t>
      </w:r>
    </w:p>
    <w:p w:rsidR="00FF3A2E" w:rsidRDefault="00FF3A2E" w:rsidP="00E26AAC">
      <w:pPr>
        <w:widowControl w:val="0"/>
        <w:tabs>
          <w:tab w:val="left" w:pos="993"/>
        </w:tabs>
        <w:adjustRightInd w:val="0"/>
        <w:spacing w:before="0" w:line="276" w:lineRule="auto"/>
        <w:ind w:left="4111" w:firstLine="0"/>
        <w:jc w:val="center"/>
        <w:rPr>
          <w:sz w:val="23"/>
          <w:szCs w:val="23"/>
        </w:rPr>
      </w:pPr>
    </w:p>
    <w:tbl>
      <w:tblPr>
        <w:tblStyle w:val="a7"/>
        <w:tblW w:w="9214" w:type="dxa"/>
        <w:tblInd w:w="-147" w:type="dxa"/>
        <w:tblLook w:val="04A0" w:firstRow="1" w:lastRow="0" w:firstColumn="1" w:lastColumn="0" w:noHBand="0" w:noVBand="1"/>
      </w:tblPr>
      <w:tblGrid>
        <w:gridCol w:w="540"/>
        <w:gridCol w:w="6547"/>
        <w:gridCol w:w="2127"/>
      </w:tblGrid>
      <w:tr w:rsidR="00481752" w:rsidTr="00FC5C89">
        <w:trPr>
          <w:trHeight w:val="20"/>
        </w:trPr>
        <w:tc>
          <w:tcPr>
            <w:tcW w:w="540" w:type="dxa"/>
            <w:vAlign w:val="center"/>
          </w:tcPr>
          <w:p w:rsidR="00481752" w:rsidRPr="008A3EA1" w:rsidRDefault="00481752" w:rsidP="00B12E40">
            <w:pPr>
              <w:widowControl w:val="0"/>
              <w:tabs>
                <w:tab w:val="left" w:pos="993"/>
              </w:tabs>
              <w:adjustRightInd w:val="0"/>
              <w:spacing w:before="0" w:line="276" w:lineRule="auto"/>
              <w:ind w:firstLine="0"/>
              <w:jc w:val="center"/>
              <w:rPr>
                <w:sz w:val="24"/>
                <w:szCs w:val="24"/>
              </w:rPr>
            </w:pPr>
            <w:r w:rsidRPr="008A3EA1">
              <w:rPr>
                <w:sz w:val="24"/>
                <w:szCs w:val="24"/>
              </w:rPr>
              <w:t>№ п/п</w:t>
            </w:r>
          </w:p>
        </w:tc>
        <w:tc>
          <w:tcPr>
            <w:tcW w:w="6547" w:type="dxa"/>
            <w:vAlign w:val="center"/>
          </w:tcPr>
          <w:p w:rsidR="00481752" w:rsidRPr="008A3EA1" w:rsidRDefault="00481752" w:rsidP="00B12E40">
            <w:pPr>
              <w:widowControl w:val="0"/>
              <w:tabs>
                <w:tab w:val="left" w:pos="993"/>
              </w:tabs>
              <w:adjustRightInd w:val="0"/>
              <w:spacing w:before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ресурса</w:t>
            </w:r>
          </w:p>
        </w:tc>
        <w:tc>
          <w:tcPr>
            <w:tcW w:w="2127" w:type="dxa"/>
            <w:vAlign w:val="center"/>
          </w:tcPr>
          <w:p w:rsidR="00481752" w:rsidRPr="008A3EA1" w:rsidRDefault="00481752" w:rsidP="00977F34">
            <w:pPr>
              <w:widowControl w:val="0"/>
              <w:tabs>
                <w:tab w:val="left" w:pos="993"/>
              </w:tabs>
              <w:adjustRightInd w:val="0"/>
              <w:spacing w:before="0" w:line="276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Запасаемый объем</w:t>
            </w:r>
            <w:r w:rsidR="007D28A3">
              <w:rPr>
                <w:sz w:val="24"/>
                <w:szCs w:val="24"/>
              </w:rPr>
              <w:t xml:space="preserve"> (м</w:t>
            </w:r>
            <w:r w:rsidR="007D28A3" w:rsidRPr="007D28A3">
              <w:rPr>
                <w:sz w:val="24"/>
                <w:szCs w:val="24"/>
                <w:vertAlign w:val="superscript"/>
              </w:rPr>
              <w:t>3</w:t>
            </w:r>
            <w:r w:rsidR="007D28A3">
              <w:rPr>
                <w:sz w:val="24"/>
                <w:szCs w:val="24"/>
              </w:rPr>
              <w:t>)</w:t>
            </w:r>
            <w:r w:rsidR="00995EBC">
              <w:rPr>
                <w:sz w:val="24"/>
                <w:szCs w:val="24"/>
              </w:rPr>
              <w:t>, (шт.)</w:t>
            </w:r>
          </w:p>
        </w:tc>
      </w:tr>
      <w:tr w:rsidR="00B25BB1" w:rsidTr="00FC5C89">
        <w:trPr>
          <w:trHeight w:val="20"/>
        </w:trPr>
        <w:tc>
          <w:tcPr>
            <w:tcW w:w="540" w:type="dxa"/>
            <w:vAlign w:val="center"/>
          </w:tcPr>
          <w:p w:rsidR="00B25BB1" w:rsidRPr="005C33AC" w:rsidRDefault="00B25BB1" w:rsidP="00FC5C89">
            <w:pPr>
              <w:widowControl w:val="0"/>
              <w:tabs>
                <w:tab w:val="left" w:pos="993"/>
              </w:tabs>
              <w:adjustRightInd w:val="0"/>
              <w:spacing w:before="0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547" w:type="dxa"/>
            <w:vAlign w:val="center"/>
          </w:tcPr>
          <w:p w:rsidR="00B25BB1" w:rsidRPr="00FC5C89" w:rsidRDefault="00FC5C89" w:rsidP="00FC5C89">
            <w:pPr>
              <w:spacing w:before="0"/>
              <w:ind w:firstLine="0"/>
              <w:contextualSpacing/>
              <w:jc w:val="left"/>
              <w:rPr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</w:t>
            </w:r>
            <w:r w:rsidR="00B25BB1">
              <w:rPr>
                <w:color w:val="000000"/>
                <w:sz w:val="24"/>
                <w:szCs w:val="24"/>
              </w:rPr>
              <w:t>сок дробленный</w:t>
            </w:r>
          </w:p>
        </w:tc>
        <w:tc>
          <w:tcPr>
            <w:tcW w:w="2127" w:type="dxa"/>
            <w:vAlign w:val="center"/>
          </w:tcPr>
          <w:p w:rsidR="00B25BB1" w:rsidRPr="00FC5C89" w:rsidRDefault="00B25BB1" w:rsidP="00FC5C89">
            <w:pPr>
              <w:tabs>
                <w:tab w:val="left" w:pos="0"/>
              </w:tabs>
              <w:spacing w:before="0"/>
              <w:ind w:firstLine="0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1066,43</w:t>
            </w:r>
          </w:p>
        </w:tc>
      </w:tr>
      <w:tr w:rsidR="00B25BB1" w:rsidTr="00FC5C89">
        <w:trPr>
          <w:trHeight w:val="20"/>
        </w:trPr>
        <w:tc>
          <w:tcPr>
            <w:tcW w:w="540" w:type="dxa"/>
            <w:vAlign w:val="center"/>
          </w:tcPr>
          <w:p w:rsidR="00B25BB1" w:rsidRPr="005C33AC" w:rsidRDefault="00B25BB1" w:rsidP="00FC5C89">
            <w:pPr>
              <w:widowControl w:val="0"/>
              <w:tabs>
                <w:tab w:val="left" w:pos="993"/>
              </w:tabs>
              <w:adjustRightInd w:val="0"/>
              <w:spacing w:before="0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547" w:type="dxa"/>
            <w:vAlign w:val="center"/>
          </w:tcPr>
          <w:p w:rsidR="00B25BB1" w:rsidRPr="00FC5C89" w:rsidRDefault="00B25BB1" w:rsidP="00FC5C89">
            <w:pPr>
              <w:spacing w:before="0"/>
              <w:ind w:firstLine="0"/>
              <w:contextualSpacing/>
              <w:jc w:val="left"/>
              <w:rPr>
                <w:bCs/>
                <w:color w:val="000000"/>
                <w:sz w:val="24"/>
                <w:szCs w:val="24"/>
              </w:rPr>
            </w:pPr>
            <w:r w:rsidRPr="00977F34">
              <w:rPr>
                <w:color w:val="000000"/>
                <w:sz w:val="24"/>
                <w:szCs w:val="24"/>
              </w:rPr>
              <w:t>щеб</w:t>
            </w:r>
            <w:r>
              <w:rPr>
                <w:color w:val="000000"/>
                <w:sz w:val="24"/>
                <w:szCs w:val="24"/>
              </w:rPr>
              <w:t>ень</w:t>
            </w:r>
            <w:r w:rsidRPr="00977F34">
              <w:rPr>
                <w:color w:val="000000"/>
                <w:sz w:val="24"/>
                <w:szCs w:val="24"/>
              </w:rPr>
              <w:t xml:space="preserve"> фракции 4-8 мм</w:t>
            </w:r>
          </w:p>
        </w:tc>
        <w:tc>
          <w:tcPr>
            <w:tcW w:w="2127" w:type="dxa"/>
            <w:vAlign w:val="center"/>
          </w:tcPr>
          <w:p w:rsidR="00B25BB1" w:rsidRPr="00FC5C89" w:rsidRDefault="00B25BB1" w:rsidP="00FC5C89">
            <w:pPr>
              <w:tabs>
                <w:tab w:val="left" w:pos="0"/>
              </w:tabs>
              <w:spacing w:before="0"/>
              <w:ind w:hanging="53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986895">
              <w:rPr>
                <w:color w:val="000000"/>
                <w:sz w:val="24"/>
                <w:szCs w:val="24"/>
              </w:rPr>
              <w:t>531,81</w:t>
            </w:r>
          </w:p>
        </w:tc>
      </w:tr>
      <w:tr w:rsidR="00B25BB1" w:rsidTr="00FC5C89">
        <w:trPr>
          <w:trHeight w:val="20"/>
        </w:trPr>
        <w:tc>
          <w:tcPr>
            <w:tcW w:w="540" w:type="dxa"/>
            <w:vAlign w:val="center"/>
          </w:tcPr>
          <w:p w:rsidR="00B25BB1" w:rsidRPr="005C33AC" w:rsidRDefault="00B25BB1" w:rsidP="00FC5C89">
            <w:pPr>
              <w:widowControl w:val="0"/>
              <w:tabs>
                <w:tab w:val="left" w:pos="993"/>
              </w:tabs>
              <w:adjustRightInd w:val="0"/>
              <w:spacing w:before="0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547" w:type="dxa"/>
            <w:vAlign w:val="center"/>
          </w:tcPr>
          <w:p w:rsidR="00B25BB1" w:rsidRPr="00FC5C89" w:rsidRDefault="00B25BB1" w:rsidP="00FC5C89">
            <w:pPr>
              <w:spacing w:before="0"/>
              <w:ind w:firstLine="0"/>
              <w:contextualSpacing/>
              <w:jc w:val="left"/>
              <w:rPr>
                <w:bCs/>
                <w:color w:val="000000"/>
                <w:sz w:val="24"/>
                <w:szCs w:val="24"/>
              </w:rPr>
            </w:pPr>
            <w:r w:rsidRPr="00977F34">
              <w:rPr>
                <w:color w:val="000000"/>
                <w:sz w:val="24"/>
                <w:szCs w:val="24"/>
              </w:rPr>
              <w:t>щеб</w:t>
            </w:r>
            <w:r>
              <w:rPr>
                <w:color w:val="000000"/>
                <w:sz w:val="24"/>
                <w:szCs w:val="24"/>
              </w:rPr>
              <w:t>ень</w:t>
            </w:r>
            <w:r w:rsidRPr="00977F34">
              <w:rPr>
                <w:color w:val="000000"/>
                <w:sz w:val="24"/>
                <w:szCs w:val="24"/>
              </w:rPr>
              <w:t xml:space="preserve"> фракции 8-11,2 мм</w:t>
            </w:r>
          </w:p>
        </w:tc>
        <w:tc>
          <w:tcPr>
            <w:tcW w:w="2127" w:type="dxa"/>
            <w:vAlign w:val="center"/>
          </w:tcPr>
          <w:p w:rsidR="00B25BB1" w:rsidRPr="00FC5C89" w:rsidRDefault="00B25BB1" w:rsidP="00FC5C89">
            <w:pPr>
              <w:tabs>
                <w:tab w:val="left" w:pos="0"/>
              </w:tabs>
              <w:spacing w:before="0"/>
              <w:ind w:hanging="53"/>
              <w:contextualSpacing/>
              <w:jc w:val="center"/>
              <w:rPr>
                <w:bCs/>
                <w:color w:val="000000"/>
                <w:sz w:val="24"/>
                <w:szCs w:val="24"/>
              </w:rPr>
            </w:pPr>
            <w:r w:rsidRPr="00986895">
              <w:rPr>
                <w:color w:val="000000"/>
                <w:sz w:val="24"/>
                <w:szCs w:val="24"/>
              </w:rPr>
              <w:t>463,92</w:t>
            </w:r>
          </w:p>
        </w:tc>
      </w:tr>
      <w:tr w:rsidR="00B25BB1" w:rsidTr="00FC5C89">
        <w:trPr>
          <w:trHeight w:val="20"/>
        </w:trPr>
        <w:tc>
          <w:tcPr>
            <w:tcW w:w="540" w:type="dxa"/>
            <w:vAlign w:val="center"/>
          </w:tcPr>
          <w:p w:rsidR="00B25BB1" w:rsidRPr="005C33AC" w:rsidRDefault="00B25BB1" w:rsidP="00FC5C89">
            <w:pPr>
              <w:widowControl w:val="0"/>
              <w:tabs>
                <w:tab w:val="left" w:pos="993"/>
              </w:tabs>
              <w:adjustRightInd w:val="0"/>
              <w:spacing w:before="0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547" w:type="dxa"/>
            <w:vAlign w:val="center"/>
          </w:tcPr>
          <w:p w:rsidR="00B25BB1" w:rsidRPr="00FC5C89" w:rsidRDefault="00B25BB1" w:rsidP="00FC5C89">
            <w:pPr>
              <w:widowControl w:val="0"/>
              <w:tabs>
                <w:tab w:val="left" w:pos="993"/>
              </w:tabs>
              <w:adjustRightInd w:val="0"/>
              <w:spacing w:before="0"/>
              <w:ind w:firstLine="0"/>
              <w:contextualSpacing/>
              <w:jc w:val="left"/>
              <w:rPr>
                <w:color w:val="000000"/>
                <w:sz w:val="24"/>
                <w:szCs w:val="24"/>
              </w:rPr>
            </w:pPr>
            <w:r w:rsidRPr="00977F34">
              <w:rPr>
                <w:color w:val="000000"/>
                <w:sz w:val="24"/>
                <w:szCs w:val="24"/>
              </w:rPr>
              <w:t>щеб</w:t>
            </w:r>
            <w:r>
              <w:rPr>
                <w:color w:val="000000"/>
                <w:sz w:val="24"/>
                <w:szCs w:val="24"/>
              </w:rPr>
              <w:t>ень</w:t>
            </w:r>
            <w:r w:rsidRPr="00977F34">
              <w:rPr>
                <w:color w:val="000000"/>
                <w:sz w:val="24"/>
                <w:szCs w:val="24"/>
              </w:rPr>
              <w:t xml:space="preserve"> фракции 11,2-16 мм</w:t>
            </w:r>
          </w:p>
        </w:tc>
        <w:tc>
          <w:tcPr>
            <w:tcW w:w="2127" w:type="dxa"/>
            <w:vAlign w:val="center"/>
          </w:tcPr>
          <w:p w:rsidR="00B25BB1" w:rsidRPr="00986895" w:rsidRDefault="00B25BB1" w:rsidP="00FC5C89">
            <w:pPr>
              <w:widowControl w:val="0"/>
              <w:tabs>
                <w:tab w:val="left" w:pos="0"/>
              </w:tabs>
              <w:adjustRightInd w:val="0"/>
              <w:spacing w:before="0"/>
              <w:ind w:hanging="53"/>
              <w:contextualSpacing/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181,94</w:t>
            </w:r>
          </w:p>
        </w:tc>
      </w:tr>
      <w:tr w:rsidR="00995EBC" w:rsidTr="00FC5C89">
        <w:trPr>
          <w:trHeight w:val="20"/>
        </w:trPr>
        <w:tc>
          <w:tcPr>
            <w:tcW w:w="540" w:type="dxa"/>
            <w:vAlign w:val="center"/>
          </w:tcPr>
          <w:p w:rsidR="00995EBC" w:rsidRDefault="00995EBC" w:rsidP="00FC5C89">
            <w:pPr>
              <w:widowControl w:val="0"/>
              <w:tabs>
                <w:tab w:val="left" w:pos="993"/>
              </w:tabs>
              <w:adjustRightInd w:val="0"/>
              <w:spacing w:before="0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547" w:type="dxa"/>
            <w:vAlign w:val="center"/>
          </w:tcPr>
          <w:p w:rsidR="00FC5C89" w:rsidRPr="00AF0F6A" w:rsidRDefault="00FC5C89" w:rsidP="00FC5C89">
            <w:pPr>
              <w:widowControl w:val="0"/>
              <w:tabs>
                <w:tab w:val="left" w:pos="993"/>
              </w:tabs>
              <w:adjustRightInd w:val="0"/>
              <w:spacing w:before="0"/>
              <w:ind w:firstLine="0"/>
              <w:contextualSpacing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д</w:t>
            </w:r>
            <w:r w:rsidR="00995EBC">
              <w:rPr>
                <w:color w:val="000000"/>
                <w:sz w:val="24"/>
                <w:szCs w:val="24"/>
              </w:rPr>
              <w:t xml:space="preserve">орожное мини-колесо </w:t>
            </w:r>
            <w:r w:rsidR="00995EBC">
              <w:rPr>
                <w:color w:val="000000"/>
                <w:sz w:val="24"/>
                <w:szCs w:val="24"/>
                <w:lang w:val="en-US"/>
              </w:rPr>
              <w:t>NEDO 703113</w:t>
            </w:r>
          </w:p>
        </w:tc>
        <w:tc>
          <w:tcPr>
            <w:tcW w:w="2127" w:type="dxa"/>
            <w:vAlign w:val="center"/>
          </w:tcPr>
          <w:p w:rsidR="00995EBC" w:rsidRPr="00AF0F6A" w:rsidRDefault="00995EBC" w:rsidP="00FC5C89">
            <w:pPr>
              <w:widowControl w:val="0"/>
              <w:tabs>
                <w:tab w:val="left" w:pos="0"/>
              </w:tabs>
              <w:adjustRightInd w:val="0"/>
              <w:spacing w:before="0"/>
              <w:ind w:firstLine="0"/>
              <w:contextualSpacing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995EBC" w:rsidTr="00FC5C89">
        <w:trPr>
          <w:trHeight w:val="20"/>
        </w:trPr>
        <w:tc>
          <w:tcPr>
            <w:tcW w:w="540" w:type="dxa"/>
            <w:vAlign w:val="center"/>
          </w:tcPr>
          <w:p w:rsidR="00995EBC" w:rsidRDefault="00995EBC" w:rsidP="00FC5C89">
            <w:pPr>
              <w:widowControl w:val="0"/>
              <w:tabs>
                <w:tab w:val="left" w:pos="993"/>
              </w:tabs>
              <w:adjustRightInd w:val="0"/>
              <w:spacing w:before="0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547" w:type="dxa"/>
            <w:vAlign w:val="center"/>
          </w:tcPr>
          <w:p w:rsidR="00FC5C89" w:rsidRPr="00977F34" w:rsidRDefault="00FC5C89" w:rsidP="00FC5C89">
            <w:pPr>
              <w:widowControl w:val="0"/>
              <w:tabs>
                <w:tab w:val="left" w:pos="993"/>
              </w:tabs>
              <w:adjustRightInd w:val="0"/>
              <w:spacing w:before="0"/>
              <w:ind w:firstLine="0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</w:t>
            </w:r>
            <w:r w:rsidR="00995EBC">
              <w:rPr>
                <w:color w:val="000000"/>
                <w:sz w:val="24"/>
                <w:szCs w:val="24"/>
              </w:rPr>
              <w:t>змеритель колейности Кондор-К</w:t>
            </w:r>
          </w:p>
        </w:tc>
        <w:tc>
          <w:tcPr>
            <w:tcW w:w="2127" w:type="dxa"/>
            <w:vAlign w:val="center"/>
          </w:tcPr>
          <w:p w:rsidR="00995EBC" w:rsidRPr="00986895" w:rsidRDefault="00995EBC" w:rsidP="00FC5C89">
            <w:pPr>
              <w:widowControl w:val="0"/>
              <w:tabs>
                <w:tab w:val="left" w:pos="0"/>
              </w:tabs>
              <w:adjustRightInd w:val="0"/>
              <w:spacing w:before="0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995EBC" w:rsidTr="00FC5C89">
        <w:trPr>
          <w:trHeight w:val="20"/>
        </w:trPr>
        <w:tc>
          <w:tcPr>
            <w:tcW w:w="540" w:type="dxa"/>
            <w:vAlign w:val="center"/>
          </w:tcPr>
          <w:p w:rsidR="00995EBC" w:rsidRDefault="00995EBC" w:rsidP="00FC5C89">
            <w:pPr>
              <w:widowControl w:val="0"/>
              <w:tabs>
                <w:tab w:val="left" w:pos="993"/>
              </w:tabs>
              <w:adjustRightInd w:val="0"/>
              <w:spacing w:before="0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6547" w:type="dxa"/>
            <w:vAlign w:val="center"/>
          </w:tcPr>
          <w:p w:rsidR="00FC5C89" w:rsidRPr="00977F34" w:rsidRDefault="00FC5C89" w:rsidP="00FC5C89">
            <w:pPr>
              <w:widowControl w:val="0"/>
              <w:tabs>
                <w:tab w:val="left" w:pos="993"/>
              </w:tabs>
              <w:adjustRightInd w:val="0"/>
              <w:spacing w:before="0"/>
              <w:ind w:firstLine="0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="00995EBC">
              <w:rPr>
                <w:color w:val="000000"/>
                <w:sz w:val="24"/>
                <w:szCs w:val="24"/>
              </w:rPr>
              <w:t>рибор ПОКС</w:t>
            </w:r>
          </w:p>
        </w:tc>
        <w:tc>
          <w:tcPr>
            <w:tcW w:w="2127" w:type="dxa"/>
            <w:vAlign w:val="center"/>
          </w:tcPr>
          <w:p w:rsidR="00995EBC" w:rsidRPr="00986895" w:rsidRDefault="00995EBC" w:rsidP="00FC5C89">
            <w:pPr>
              <w:widowControl w:val="0"/>
              <w:tabs>
                <w:tab w:val="left" w:pos="0"/>
              </w:tabs>
              <w:adjustRightInd w:val="0"/>
              <w:spacing w:before="0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995EBC" w:rsidTr="00FC5C89">
        <w:trPr>
          <w:trHeight w:val="20"/>
        </w:trPr>
        <w:tc>
          <w:tcPr>
            <w:tcW w:w="540" w:type="dxa"/>
            <w:vAlign w:val="center"/>
          </w:tcPr>
          <w:p w:rsidR="00995EBC" w:rsidRDefault="00995EBC" w:rsidP="00FC5C89">
            <w:pPr>
              <w:widowControl w:val="0"/>
              <w:tabs>
                <w:tab w:val="left" w:pos="993"/>
              </w:tabs>
              <w:adjustRightInd w:val="0"/>
              <w:spacing w:before="0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547" w:type="dxa"/>
            <w:vAlign w:val="center"/>
          </w:tcPr>
          <w:p w:rsidR="00FC5C89" w:rsidRPr="00977F34" w:rsidRDefault="00FC5C89" w:rsidP="00FC5C89">
            <w:pPr>
              <w:widowControl w:val="0"/>
              <w:tabs>
                <w:tab w:val="left" w:pos="993"/>
              </w:tabs>
              <w:adjustRightInd w:val="0"/>
              <w:spacing w:before="0"/>
              <w:ind w:firstLine="0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</w:t>
            </w:r>
            <w:r w:rsidR="00995EBC">
              <w:rPr>
                <w:color w:val="000000"/>
                <w:sz w:val="24"/>
                <w:szCs w:val="24"/>
              </w:rPr>
              <w:t>ниверсальная рейка 3-ех м складная РДУ-КОНДОР</w:t>
            </w:r>
          </w:p>
        </w:tc>
        <w:tc>
          <w:tcPr>
            <w:tcW w:w="2127" w:type="dxa"/>
            <w:vAlign w:val="center"/>
          </w:tcPr>
          <w:p w:rsidR="00995EBC" w:rsidRPr="00986895" w:rsidRDefault="00995EBC" w:rsidP="00FC5C89">
            <w:pPr>
              <w:widowControl w:val="0"/>
              <w:tabs>
                <w:tab w:val="left" w:pos="0"/>
              </w:tabs>
              <w:adjustRightInd w:val="0"/>
              <w:spacing w:before="0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  <w:tr w:rsidR="00995EBC" w:rsidTr="00FC5C89">
        <w:trPr>
          <w:trHeight w:val="20"/>
        </w:trPr>
        <w:tc>
          <w:tcPr>
            <w:tcW w:w="540" w:type="dxa"/>
            <w:vAlign w:val="center"/>
          </w:tcPr>
          <w:p w:rsidR="00995EBC" w:rsidRDefault="00995EBC" w:rsidP="00FC5C89">
            <w:pPr>
              <w:widowControl w:val="0"/>
              <w:tabs>
                <w:tab w:val="left" w:pos="993"/>
              </w:tabs>
              <w:adjustRightInd w:val="0"/>
              <w:spacing w:before="0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6547" w:type="dxa"/>
            <w:vAlign w:val="center"/>
          </w:tcPr>
          <w:p w:rsidR="00FC5C89" w:rsidRPr="00FC5C89" w:rsidRDefault="00FC5C89" w:rsidP="00FC5C89">
            <w:pPr>
              <w:widowControl w:val="0"/>
              <w:tabs>
                <w:tab w:val="left" w:pos="993"/>
              </w:tabs>
              <w:adjustRightInd w:val="0"/>
              <w:spacing w:before="0"/>
              <w:ind w:firstLine="0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</w:t>
            </w:r>
            <w:r w:rsidR="00995EBC">
              <w:rPr>
                <w:color w:val="000000"/>
                <w:sz w:val="24"/>
                <w:szCs w:val="24"/>
              </w:rPr>
              <w:t xml:space="preserve">омпактная камера </w:t>
            </w:r>
            <w:r w:rsidR="00995EBC">
              <w:rPr>
                <w:color w:val="000000"/>
                <w:sz w:val="24"/>
                <w:szCs w:val="24"/>
                <w:lang w:val="en-US"/>
              </w:rPr>
              <w:t>FujiFilm</w:t>
            </w:r>
            <w:r w:rsidR="00995EBC" w:rsidRPr="00D25202">
              <w:rPr>
                <w:color w:val="000000"/>
                <w:sz w:val="24"/>
                <w:szCs w:val="24"/>
              </w:rPr>
              <w:t xml:space="preserve"> </w:t>
            </w:r>
            <w:r w:rsidR="00995EBC">
              <w:rPr>
                <w:color w:val="000000"/>
                <w:sz w:val="24"/>
                <w:szCs w:val="24"/>
                <w:lang w:val="en-US"/>
              </w:rPr>
              <w:t>FinePix</w:t>
            </w:r>
            <w:r w:rsidR="00995EBC" w:rsidRPr="00D25202">
              <w:rPr>
                <w:color w:val="000000"/>
                <w:sz w:val="24"/>
                <w:szCs w:val="24"/>
              </w:rPr>
              <w:t xml:space="preserve"> </w:t>
            </w:r>
            <w:r w:rsidR="00995EBC">
              <w:rPr>
                <w:color w:val="000000"/>
                <w:sz w:val="24"/>
                <w:szCs w:val="24"/>
                <w:lang w:val="en-US"/>
              </w:rPr>
              <w:t>XQ</w:t>
            </w:r>
            <w:r w:rsidR="00995EBC" w:rsidRPr="00D25202">
              <w:rPr>
                <w:color w:val="000000"/>
                <w:sz w:val="24"/>
                <w:szCs w:val="24"/>
              </w:rPr>
              <w:t>1</w:t>
            </w:r>
            <w:r w:rsidR="00995EBC">
              <w:rPr>
                <w:color w:val="000000"/>
                <w:sz w:val="24"/>
                <w:szCs w:val="24"/>
                <w:lang w:val="en-US"/>
              </w:rPr>
              <w:t>Blak</w:t>
            </w:r>
          </w:p>
        </w:tc>
        <w:tc>
          <w:tcPr>
            <w:tcW w:w="2127" w:type="dxa"/>
            <w:vAlign w:val="center"/>
          </w:tcPr>
          <w:p w:rsidR="00995EBC" w:rsidRPr="00D25202" w:rsidRDefault="00995EBC" w:rsidP="00FC5C89">
            <w:pPr>
              <w:widowControl w:val="0"/>
              <w:tabs>
                <w:tab w:val="left" w:pos="0"/>
              </w:tabs>
              <w:adjustRightInd w:val="0"/>
              <w:spacing w:before="0"/>
              <w:ind w:firstLine="0"/>
              <w:contextualSpacing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</w:tr>
      <w:tr w:rsidR="00995EBC" w:rsidTr="00FC5C89">
        <w:trPr>
          <w:trHeight w:val="20"/>
        </w:trPr>
        <w:tc>
          <w:tcPr>
            <w:tcW w:w="540" w:type="dxa"/>
            <w:vAlign w:val="center"/>
          </w:tcPr>
          <w:p w:rsidR="00995EBC" w:rsidRDefault="00995EBC" w:rsidP="00FC5C89">
            <w:pPr>
              <w:widowControl w:val="0"/>
              <w:tabs>
                <w:tab w:val="left" w:pos="993"/>
              </w:tabs>
              <w:adjustRightInd w:val="0"/>
              <w:spacing w:before="0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6547" w:type="dxa"/>
            <w:vAlign w:val="center"/>
          </w:tcPr>
          <w:p w:rsidR="00FC5C89" w:rsidRPr="00D25202" w:rsidRDefault="00FC5C89" w:rsidP="00FC5C89">
            <w:pPr>
              <w:widowControl w:val="0"/>
              <w:tabs>
                <w:tab w:val="left" w:pos="993"/>
              </w:tabs>
              <w:adjustRightInd w:val="0"/>
              <w:spacing w:before="0"/>
              <w:ind w:firstLine="0"/>
              <w:contextualSpacing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</w:t>
            </w:r>
            <w:r w:rsidR="00995EBC">
              <w:rPr>
                <w:color w:val="000000"/>
                <w:sz w:val="24"/>
                <w:szCs w:val="24"/>
              </w:rPr>
              <w:t xml:space="preserve">азерный дальномер </w:t>
            </w:r>
            <w:r w:rsidR="00995EBC">
              <w:rPr>
                <w:color w:val="000000"/>
                <w:sz w:val="24"/>
                <w:szCs w:val="24"/>
                <w:lang w:val="en-US"/>
              </w:rPr>
              <w:t>Bosch</w:t>
            </w:r>
            <w:r w:rsidR="00995EBC" w:rsidRPr="00D25202">
              <w:rPr>
                <w:color w:val="000000"/>
                <w:sz w:val="24"/>
                <w:szCs w:val="24"/>
              </w:rPr>
              <w:t xml:space="preserve"> </w:t>
            </w:r>
            <w:r w:rsidR="00995EBC">
              <w:rPr>
                <w:color w:val="000000"/>
                <w:sz w:val="24"/>
                <w:szCs w:val="24"/>
                <w:lang w:val="en-US"/>
              </w:rPr>
              <w:t>GLM</w:t>
            </w:r>
            <w:r w:rsidR="00995EBC" w:rsidRPr="00D25202">
              <w:rPr>
                <w:color w:val="000000"/>
                <w:sz w:val="24"/>
                <w:szCs w:val="24"/>
              </w:rPr>
              <w:t xml:space="preserve"> 250 </w:t>
            </w:r>
            <w:r w:rsidR="00995EBC">
              <w:rPr>
                <w:color w:val="000000"/>
                <w:sz w:val="24"/>
                <w:szCs w:val="24"/>
                <w:lang w:val="en-US"/>
              </w:rPr>
              <w:t>VF</w:t>
            </w:r>
            <w:r w:rsidR="00995EBC" w:rsidRPr="00D25202">
              <w:rPr>
                <w:color w:val="000000"/>
                <w:sz w:val="24"/>
                <w:szCs w:val="24"/>
              </w:rPr>
              <w:t xml:space="preserve"> </w:t>
            </w:r>
            <w:r w:rsidR="00995EBC">
              <w:rPr>
                <w:color w:val="000000"/>
                <w:sz w:val="24"/>
                <w:szCs w:val="24"/>
                <w:lang w:val="en-US"/>
              </w:rPr>
              <w:t>Prof</w:t>
            </w:r>
            <w:r w:rsidR="00995EBC" w:rsidRPr="00D25202">
              <w:rPr>
                <w:color w:val="000000"/>
                <w:sz w:val="24"/>
                <w:szCs w:val="24"/>
              </w:rPr>
              <w:t xml:space="preserve"> 0</w:t>
            </w:r>
            <w:r w:rsidR="00995EBC">
              <w:rPr>
                <w:color w:val="000000"/>
                <w:sz w:val="24"/>
                <w:szCs w:val="24"/>
              </w:rPr>
              <w:t>.601.072.100</w:t>
            </w:r>
          </w:p>
        </w:tc>
        <w:tc>
          <w:tcPr>
            <w:tcW w:w="2127" w:type="dxa"/>
            <w:vAlign w:val="center"/>
          </w:tcPr>
          <w:p w:rsidR="00995EBC" w:rsidRDefault="00995EBC" w:rsidP="00FC5C89">
            <w:pPr>
              <w:widowControl w:val="0"/>
              <w:tabs>
                <w:tab w:val="left" w:pos="0"/>
              </w:tabs>
              <w:adjustRightInd w:val="0"/>
              <w:spacing w:before="0"/>
              <w:ind w:firstLine="0"/>
              <w:contextualSpacing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</w:tr>
    </w:tbl>
    <w:p w:rsidR="00F030C4" w:rsidRDefault="00F030C4" w:rsidP="00977F34">
      <w:pPr>
        <w:widowControl w:val="0"/>
        <w:tabs>
          <w:tab w:val="left" w:pos="993"/>
        </w:tabs>
        <w:adjustRightInd w:val="0"/>
        <w:spacing w:before="0" w:line="276" w:lineRule="auto"/>
        <w:ind w:firstLine="0"/>
      </w:pPr>
    </w:p>
    <w:p w:rsidR="004B3C19" w:rsidRPr="00FF3A2E" w:rsidRDefault="00E81C84" w:rsidP="00D30BD8">
      <w:pPr>
        <w:autoSpaceDE/>
        <w:autoSpaceDN/>
        <w:spacing w:before="0"/>
        <w:ind w:left="4678" w:firstLine="0"/>
        <w:jc w:val="center"/>
      </w:pPr>
      <w:r>
        <w:br w:type="page"/>
        <w:t>П</w:t>
      </w:r>
      <w:r w:rsidR="006F7DB1">
        <w:t>риложение</w:t>
      </w:r>
      <w:r>
        <w:t xml:space="preserve"> </w:t>
      </w:r>
      <w:r w:rsidR="004B3C19" w:rsidRPr="00FF3A2E">
        <w:t xml:space="preserve">№ </w:t>
      </w:r>
      <w:r w:rsidR="00481752">
        <w:t>2</w:t>
      </w:r>
      <w:r w:rsidR="004B3C19" w:rsidRPr="00FF3A2E">
        <w:t xml:space="preserve"> </w:t>
      </w:r>
      <w:r w:rsidR="004B3C19">
        <w:br/>
      </w:r>
      <w:r w:rsidR="004B3C19" w:rsidRPr="00FF3A2E">
        <w:t xml:space="preserve">к приказу Министерства транспорта </w:t>
      </w:r>
      <w:r w:rsidR="004B3C19">
        <w:br/>
      </w:r>
      <w:r w:rsidR="004B3C19" w:rsidRPr="00FF3A2E">
        <w:t xml:space="preserve">и автомобильных дорог </w:t>
      </w:r>
      <w:r w:rsidR="004B3C19">
        <w:br/>
      </w:r>
      <w:r w:rsidR="004B3C19" w:rsidRPr="00FF3A2E">
        <w:t xml:space="preserve">Курской области </w:t>
      </w:r>
      <w:r w:rsidR="004B3C19">
        <w:br/>
      </w:r>
      <w:r w:rsidR="004B3C19" w:rsidRPr="00FF3A2E">
        <w:t>от «___» ________ № _____</w:t>
      </w:r>
    </w:p>
    <w:p w:rsidR="004B3C19" w:rsidRDefault="004B3C19" w:rsidP="00DD3B60">
      <w:pPr>
        <w:widowControl w:val="0"/>
        <w:tabs>
          <w:tab w:val="left" w:pos="993"/>
        </w:tabs>
        <w:adjustRightInd w:val="0"/>
        <w:spacing w:before="0" w:line="276" w:lineRule="auto"/>
        <w:ind w:firstLine="0"/>
      </w:pPr>
    </w:p>
    <w:p w:rsidR="00D017E5" w:rsidRDefault="00D017E5" w:rsidP="00DD3B60">
      <w:pPr>
        <w:widowControl w:val="0"/>
        <w:tabs>
          <w:tab w:val="left" w:pos="993"/>
        </w:tabs>
        <w:adjustRightInd w:val="0"/>
        <w:spacing w:before="0" w:line="276" w:lineRule="auto"/>
        <w:ind w:firstLine="0"/>
      </w:pPr>
    </w:p>
    <w:p w:rsidR="00E81C84" w:rsidRDefault="00E81C84" w:rsidP="00FC5C89">
      <w:pPr>
        <w:widowControl w:val="0"/>
        <w:tabs>
          <w:tab w:val="left" w:pos="993"/>
        </w:tabs>
        <w:adjustRightInd w:val="0"/>
        <w:spacing w:before="0"/>
        <w:ind w:firstLine="0"/>
        <w:contextualSpacing/>
        <w:jc w:val="center"/>
      </w:pPr>
      <w:r>
        <w:t>ПОРЯДОК</w:t>
      </w:r>
      <w:r w:rsidR="004B3C19">
        <w:t xml:space="preserve"> </w:t>
      </w:r>
    </w:p>
    <w:p w:rsidR="00481752" w:rsidRDefault="00D30BD8" w:rsidP="006F7DB1">
      <w:pPr>
        <w:widowControl w:val="0"/>
        <w:tabs>
          <w:tab w:val="left" w:pos="993"/>
        </w:tabs>
        <w:adjustRightInd w:val="0"/>
        <w:spacing w:before="0"/>
        <w:ind w:firstLine="709"/>
        <w:contextualSpacing/>
        <w:jc w:val="center"/>
      </w:pPr>
      <w:r>
        <w:t>ф</w:t>
      </w:r>
      <w:r w:rsidR="00481752">
        <w:t>ормирования</w:t>
      </w:r>
      <w:r>
        <w:t>,</w:t>
      </w:r>
      <w:r w:rsidR="00481752">
        <w:t xml:space="preserve"> содержания </w:t>
      </w:r>
      <w:r>
        <w:t>и восполнения</w:t>
      </w:r>
    </w:p>
    <w:p w:rsidR="00FC5C89" w:rsidRDefault="004B3C19" w:rsidP="006F7DB1">
      <w:pPr>
        <w:widowControl w:val="0"/>
        <w:tabs>
          <w:tab w:val="left" w:pos="993"/>
        </w:tabs>
        <w:adjustRightInd w:val="0"/>
        <w:spacing w:before="0"/>
        <w:ind w:firstLine="709"/>
        <w:contextualSpacing/>
        <w:jc w:val="center"/>
      </w:pPr>
      <w:r>
        <w:t xml:space="preserve">запасов материально-технических средств, предназначенных </w:t>
      </w:r>
    </w:p>
    <w:p w:rsidR="004B3C19" w:rsidRPr="00FF3A2E" w:rsidRDefault="004B3C19" w:rsidP="006F7DB1">
      <w:pPr>
        <w:widowControl w:val="0"/>
        <w:tabs>
          <w:tab w:val="left" w:pos="993"/>
        </w:tabs>
        <w:adjustRightInd w:val="0"/>
        <w:spacing w:before="0"/>
        <w:ind w:firstLine="709"/>
        <w:contextualSpacing/>
        <w:jc w:val="center"/>
      </w:pPr>
      <w:r>
        <w:t xml:space="preserve">для нужд гражданской обороны спасательной службы транспортного </w:t>
      </w:r>
      <w:r w:rsidR="00FC0527">
        <w:br/>
      </w:r>
      <w:r>
        <w:t>и автодорожного обеспечения Курской области</w:t>
      </w:r>
    </w:p>
    <w:p w:rsidR="004B3C19" w:rsidRDefault="004B3C19" w:rsidP="006F7DB1">
      <w:pPr>
        <w:widowControl w:val="0"/>
        <w:tabs>
          <w:tab w:val="left" w:pos="1134"/>
        </w:tabs>
        <w:adjustRightInd w:val="0"/>
        <w:spacing w:before="0"/>
        <w:ind w:firstLine="709"/>
        <w:contextualSpacing/>
        <w:jc w:val="center"/>
      </w:pPr>
    </w:p>
    <w:p w:rsidR="006F7DB1" w:rsidRPr="009445AE" w:rsidRDefault="004B3C19" w:rsidP="006F7DB1">
      <w:pPr>
        <w:pStyle w:val="ae"/>
        <w:widowControl w:val="0"/>
        <w:numPr>
          <w:ilvl w:val="0"/>
          <w:numId w:val="13"/>
        </w:numPr>
        <w:tabs>
          <w:tab w:val="left" w:pos="1134"/>
        </w:tabs>
        <w:adjustRightInd w:val="0"/>
        <w:spacing w:before="0"/>
        <w:ind w:left="0" w:firstLine="709"/>
        <w:rPr>
          <w:bCs/>
          <w:spacing w:val="-6"/>
        </w:rPr>
      </w:pPr>
      <w:r w:rsidRPr="009445AE">
        <w:rPr>
          <w:spacing w:val="-6"/>
        </w:rPr>
        <w:t>Настоящий Порядок разработан в соответствии с Федеральным законом от 12</w:t>
      </w:r>
      <w:r w:rsidR="00FC5C89" w:rsidRPr="009445AE">
        <w:rPr>
          <w:spacing w:val="-6"/>
        </w:rPr>
        <w:t xml:space="preserve"> февраля </w:t>
      </w:r>
      <w:r w:rsidRPr="009445AE">
        <w:rPr>
          <w:spacing w:val="-6"/>
        </w:rPr>
        <w:t xml:space="preserve">1998 </w:t>
      </w:r>
      <w:r w:rsidR="00FC5C89" w:rsidRPr="009445AE">
        <w:rPr>
          <w:spacing w:val="-6"/>
        </w:rPr>
        <w:t xml:space="preserve">года </w:t>
      </w:r>
      <w:r w:rsidRPr="009445AE">
        <w:rPr>
          <w:spacing w:val="-6"/>
        </w:rPr>
        <w:t>№ 28-ФЗ «О гражданской обороне», постановлением Правительства Российской Федерации от 27</w:t>
      </w:r>
      <w:r w:rsidR="009445AE">
        <w:rPr>
          <w:spacing w:val="-6"/>
        </w:rPr>
        <w:t xml:space="preserve"> апреля </w:t>
      </w:r>
      <w:r w:rsidRPr="009445AE">
        <w:rPr>
          <w:spacing w:val="-6"/>
        </w:rPr>
        <w:t xml:space="preserve">2000 </w:t>
      </w:r>
      <w:r w:rsidR="00FC5C89" w:rsidRPr="009445AE">
        <w:rPr>
          <w:spacing w:val="-6"/>
        </w:rPr>
        <w:t xml:space="preserve">года </w:t>
      </w:r>
      <w:r w:rsidRPr="009445AE">
        <w:rPr>
          <w:spacing w:val="-6"/>
        </w:rPr>
        <w:t>№ 379 «</w:t>
      </w:r>
      <w:r w:rsidRPr="009445AE">
        <w:rPr>
          <w:bCs/>
          <w:spacing w:val="-6"/>
        </w:rPr>
        <w:t>О накоплении, хранении и использовании в целях гражданской обороны з</w:t>
      </w:r>
      <w:r w:rsidR="00FC5C89" w:rsidRPr="009445AE">
        <w:rPr>
          <w:bCs/>
          <w:spacing w:val="-6"/>
        </w:rPr>
        <w:t xml:space="preserve">апасов материально-технических, </w:t>
      </w:r>
      <w:r w:rsidRPr="009445AE">
        <w:rPr>
          <w:bCs/>
          <w:spacing w:val="-6"/>
        </w:rPr>
        <w:t>продовольственных, медицинских и иных средств»</w:t>
      </w:r>
      <w:r w:rsidR="00FC0527" w:rsidRPr="009445AE">
        <w:rPr>
          <w:bCs/>
          <w:spacing w:val="-6"/>
        </w:rPr>
        <w:t xml:space="preserve">, постановлением Администрации Курской области </w:t>
      </w:r>
      <w:r w:rsidR="009445AE">
        <w:rPr>
          <w:bCs/>
          <w:spacing w:val="-6"/>
        </w:rPr>
        <w:br/>
      </w:r>
      <w:r w:rsidR="00FC0527" w:rsidRPr="009445AE">
        <w:rPr>
          <w:bCs/>
          <w:spacing w:val="-6"/>
        </w:rPr>
        <w:t>от 19.09.2022 № 1034-па «О зап</w:t>
      </w:r>
      <w:r w:rsidR="009445AE">
        <w:rPr>
          <w:bCs/>
          <w:spacing w:val="-6"/>
        </w:rPr>
        <w:t xml:space="preserve">асах материально - технических, </w:t>
      </w:r>
      <w:r w:rsidR="00FC0527" w:rsidRPr="009445AE">
        <w:rPr>
          <w:bCs/>
          <w:spacing w:val="-6"/>
        </w:rPr>
        <w:t>продовольственных, медицинских и иных средств, создаваемых в целях гражданской обороны».</w:t>
      </w:r>
    </w:p>
    <w:p w:rsidR="006F7DB1" w:rsidRDefault="00DF6487" w:rsidP="006F7DB1">
      <w:pPr>
        <w:pStyle w:val="ae"/>
        <w:widowControl w:val="0"/>
        <w:numPr>
          <w:ilvl w:val="0"/>
          <w:numId w:val="13"/>
        </w:numPr>
        <w:tabs>
          <w:tab w:val="left" w:pos="1134"/>
        </w:tabs>
        <w:adjustRightInd w:val="0"/>
        <w:spacing w:before="0"/>
        <w:ind w:left="0" w:firstLine="709"/>
        <w:rPr>
          <w:bCs/>
        </w:rPr>
      </w:pPr>
      <w:r w:rsidRPr="006F7DB1">
        <w:rPr>
          <w:bCs/>
        </w:rPr>
        <w:t xml:space="preserve">Запасы материально-технических средств, предназначенные </w:t>
      </w:r>
      <w:r w:rsidR="00FC5C89">
        <w:rPr>
          <w:bCs/>
        </w:rPr>
        <w:br/>
      </w:r>
      <w:r w:rsidRPr="006F7DB1">
        <w:rPr>
          <w:bCs/>
        </w:rPr>
        <w:t xml:space="preserve">для нужд </w:t>
      </w:r>
      <w:r w:rsidR="006F7DB1" w:rsidRPr="006F7DB1">
        <w:rPr>
          <w:bCs/>
        </w:rPr>
        <w:t>гражданской обороны,</w:t>
      </w:r>
      <w:r w:rsidR="00D30351" w:rsidRPr="00D30351">
        <w:t xml:space="preserve"> </w:t>
      </w:r>
      <w:r w:rsidR="00D30351" w:rsidRPr="006F7DB1">
        <w:rPr>
          <w:bCs/>
        </w:rPr>
        <w:t xml:space="preserve">создаются для спасательной службы транспортного и автодорожного обеспечения Курской области </w:t>
      </w:r>
      <w:r w:rsidR="00FC5C89">
        <w:rPr>
          <w:bCs/>
        </w:rPr>
        <w:br/>
      </w:r>
      <w:r w:rsidR="00D30351" w:rsidRPr="006F7DB1">
        <w:rPr>
          <w:bCs/>
        </w:rPr>
        <w:t xml:space="preserve">и нештатного формирования по обеспечению выполнения мероприятий </w:t>
      </w:r>
      <w:r w:rsidR="00FC5C89">
        <w:rPr>
          <w:bCs/>
        </w:rPr>
        <w:br/>
      </w:r>
      <w:r w:rsidR="00D30351" w:rsidRPr="006F7DB1">
        <w:rPr>
          <w:bCs/>
        </w:rPr>
        <w:t>по гражданской обороне – звена обеспечения проведения эвакуационных мероприятий Министерства транспорта и автомобильных дорог Курской области.</w:t>
      </w:r>
    </w:p>
    <w:p w:rsidR="006F7DB1" w:rsidRPr="006F7DB1" w:rsidRDefault="00D30351" w:rsidP="006F7DB1">
      <w:pPr>
        <w:pStyle w:val="ae"/>
        <w:widowControl w:val="0"/>
        <w:numPr>
          <w:ilvl w:val="0"/>
          <w:numId w:val="13"/>
        </w:numPr>
        <w:tabs>
          <w:tab w:val="left" w:pos="1134"/>
        </w:tabs>
        <w:adjustRightInd w:val="0"/>
        <w:spacing w:before="0"/>
        <w:ind w:left="0" w:firstLine="709"/>
        <w:rPr>
          <w:bCs/>
        </w:rPr>
      </w:pPr>
      <w:r>
        <w:t xml:space="preserve">Запасы материально-технических средств, предназначенные </w:t>
      </w:r>
      <w:r>
        <w:br/>
        <w:t xml:space="preserve">для нужд гражданской обороны спасательной службы транспортного </w:t>
      </w:r>
      <w:r>
        <w:br/>
        <w:t xml:space="preserve">и автодорожного обеспечения Курской области, могут быть использованы </w:t>
      </w:r>
      <w:r>
        <w:br/>
        <w:t>для ликвидации чрезвычайных ситуаций с последующим восполнением потребленных объемов.</w:t>
      </w:r>
    </w:p>
    <w:p w:rsidR="006F7DB1" w:rsidRPr="006F7DB1" w:rsidRDefault="00D30351" w:rsidP="006F7DB1">
      <w:pPr>
        <w:pStyle w:val="ae"/>
        <w:widowControl w:val="0"/>
        <w:numPr>
          <w:ilvl w:val="0"/>
          <w:numId w:val="13"/>
        </w:numPr>
        <w:tabs>
          <w:tab w:val="left" w:pos="1134"/>
        </w:tabs>
        <w:adjustRightInd w:val="0"/>
        <w:spacing w:before="0"/>
        <w:ind w:left="0" w:firstLine="709"/>
        <w:rPr>
          <w:bCs/>
        </w:rPr>
      </w:pPr>
      <w:r w:rsidRPr="00A91C63">
        <w:t>Номенклатура</w:t>
      </w:r>
      <w:r>
        <w:t xml:space="preserve"> и объемы материальных-технических средств</w:t>
      </w:r>
      <w:r w:rsidR="002560D9">
        <w:t>,</w:t>
      </w:r>
      <w:r w:rsidR="002560D9" w:rsidRPr="002560D9">
        <w:t xml:space="preserve"> </w:t>
      </w:r>
      <w:r w:rsidR="002560D9">
        <w:t xml:space="preserve">предназначенные </w:t>
      </w:r>
      <w:r w:rsidR="002560D9" w:rsidRPr="002560D9">
        <w:t xml:space="preserve">для нужд </w:t>
      </w:r>
      <w:r w:rsidR="006F7DB1" w:rsidRPr="002560D9">
        <w:t>гражданской обороны спа</w:t>
      </w:r>
      <w:r w:rsidR="006F7DB1">
        <w:t xml:space="preserve">сательной службы транспортного </w:t>
      </w:r>
      <w:r w:rsidR="006F7DB1" w:rsidRPr="002560D9">
        <w:t>и автодорожного обеспечения Курской области,</w:t>
      </w:r>
      <w:r>
        <w:t xml:space="preserve"> </w:t>
      </w:r>
      <w:r w:rsidRPr="00A91C63">
        <w:t>устанавливаются исходя из прогнозируемых видов и масштабов чрезвычайных ситуаций, предполагаемого объема работ по их ликвидации, а также максимально возможного использования имеющихся сил и средств для ликвидации чрезвычайных ситуаций.</w:t>
      </w:r>
    </w:p>
    <w:p w:rsidR="006F7DB1" w:rsidRPr="006F7DB1" w:rsidRDefault="00D80BF8" w:rsidP="006F7DB1">
      <w:pPr>
        <w:pStyle w:val="ae"/>
        <w:widowControl w:val="0"/>
        <w:numPr>
          <w:ilvl w:val="0"/>
          <w:numId w:val="13"/>
        </w:numPr>
        <w:tabs>
          <w:tab w:val="left" w:pos="1134"/>
        </w:tabs>
        <w:adjustRightInd w:val="0"/>
        <w:spacing w:before="0"/>
        <w:ind w:left="0" w:firstLine="709"/>
        <w:rPr>
          <w:bCs/>
        </w:rPr>
      </w:pPr>
      <w:r w:rsidRPr="00D80BF8">
        <w:t>Создание, хранение и восполнение запасов материально-</w:t>
      </w:r>
      <w:r w:rsidR="002560D9">
        <w:t xml:space="preserve">технических </w:t>
      </w:r>
      <w:r w:rsidRPr="00D80BF8">
        <w:t>средств</w:t>
      </w:r>
      <w:r w:rsidR="002560D9">
        <w:t xml:space="preserve">, </w:t>
      </w:r>
      <w:r w:rsidR="002560D9" w:rsidRPr="002560D9">
        <w:t>предназначенны</w:t>
      </w:r>
      <w:r w:rsidR="002560D9">
        <w:t xml:space="preserve">х </w:t>
      </w:r>
      <w:r w:rsidR="002560D9" w:rsidRPr="002560D9">
        <w:t>для нужд г</w:t>
      </w:r>
      <w:r w:rsidR="002560D9">
        <w:t xml:space="preserve">ражданской обороны спасательной службы транспортного </w:t>
      </w:r>
      <w:r w:rsidR="002560D9" w:rsidRPr="002560D9">
        <w:t>и автодорожного обеспечения Курской области</w:t>
      </w:r>
      <w:r w:rsidR="00157E88">
        <w:t xml:space="preserve"> позиций 1 - 4 Приложения №</w:t>
      </w:r>
      <w:r w:rsidR="009445AE">
        <w:t xml:space="preserve"> </w:t>
      </w:r>
      <w:r w:rsidR="00157E88">
        <w:t xml:space="preserve">1 осуществляется через </w:t>
      </w:r>
      <w:r w:rsidR="00FC5C89">
        <w:br/>
      </w:r>
      <w:r w:rsidR="00157E88">
        <w:t xml:space="preserve">ОКУ «Курскавтодор» на базе ООО «Курское ДРСУ», ЗАО «Суджанское ДРСУ № 2», АО «Медвенское ДЭП», ООО «ГАЗ РЕСУРС», ООО «Терра» </w:t>
      </w:r>
      <w:r w:rsidR="009445AE">
        <w:br/>
      </w:r>
      <w:r w:rsidR="00157E88">
        <w:t>и АО «Фатежское ДРСУ» в соответствии с заключенными соглашениями.</w:t>
      </w:r>
    </w:p>
    <w:p w:rsidR="006F7DB1" w:rsidRPr="006F7DB1" w:rsidRDefault="002560D9" w:rsidP="006F7DB1">
      <w:pPr>
        <w:pStyle w:val="ae"/>
        <w:widowControl w:val="0"/>
        <w:numPr>
          <w:ilvl w:val="0"/>
          <w:numId w:val="13"/>
        </w:numPr>
        <w:tabs>
          <w:tab w:val="left" w:pos="1134"/>
        </w:tabs>
        <w:adjustRightInd w:val="0"/>
        <w:spacing w:before="0"/>
        <w:ind w:left="0" w:firstLine="709"/>
        <w:rPr>
          <w:bCs/>
        </w:rPr>
      </w:pPr>
      <w:r w:rsidRPr="002560D9">
        <w:t xml:space="preserve">Создание, хранение и восполнение </w:t>
      </w:r>
      <w:r>
        <w:t>запасов материально-технических</w:t>
      </w:r>
      <w:r w:rsidR="009445AE">
        <w:t xml:space="preserve"> </w:t>
      </w:r>
      <w:r w:rsidRPr="002560D9">
        <w:t>средств</w:t>
      </w:r>
      <w:r>
        <w:t xml:space="preserve">, </w:t>
      </w:r>
      <w:r w:rsidRPr="002560D9">
        <w:t>предназначенны</w:t>
      </w:r>
      <w:r>
        <w:t xml:space="preserve">х </w:t>
      </w:r>
      <w:r w:rsidRPr="002560D9">
        <w:t>для нужд г</w:t>
      </w:r>
      <w:r>
        <w:t xml:space="preserve">ражданской обороны спасательной службы транспортного </w:t>
      </w:r>
      <w:r w:rsidRPr="002560D9">
        <w:t xml:space="preserve">и автодорожного обеспечения Курской области позиций </w:t>
      </w:r>
      <w:r>
        <w:t>5</w:t>
      </w:r>
      <w:r w:rsidRPr="002560D9">
        <w:t xml:space="preserve"> - </w:t>
      </w:r>
      <w:r>
        <w:t>10</w:t>
      </w:r>
      <w:r w:rsidRPr="002560D9">
        <w:t xml:space="preserve"> Приложения №</w:t>
      </w:r>
      <w:r w:rsidR="009445AE">
        <w:t xml:space="preserve"> </w:t>
      </w:r>
      <w:r w:rsidRPr="002560D9">
        <w:t>1 осуществляется</w:t>
      </w:r>
      <w:r>
        <w:t xml:space="preserve"> Министерством транспорта и </w:t>
      </w:r>
      <w:r w:rsidR="00433775">
        <w:t>автомобильных дорог</w:t>
      </w:r>
      <w:r>
        <w:t xml:space="preserve"> Курской области.</w:t>
      </w:r>
    </w:p>
    <w:p w:rsidR="006F7DB1" w:rsidRPr="006F7DB1" w:rsidRDefault="002560D9" w:rsidP="006F7DB1">
      <w:pPr>
        <w:pStyle w:val="ae"/>
        <w:widowControl w:val="0"/>
        <w:numPr>
          <w:ilvl w:val="0"/>
          <w:numId w:val="13"/>
        </w:numPr>
        <w:tabs>
          <w:tab w:val="left" w:pos="1134"/>
        </w:tabs>
        <w:adjustRightInd w:val="0"/>
        <w:spacing w:before="0"/>
        <w:ind w:left="0" w:firstLine="709"/>
        <w:rPr>
          <w:bCs/>
        </w:rPr>
      </w:pPr>
      <w:r>
        <w:t xml:space="preserve">Организация, осуществляющая хранение запасов материально-технических средств, </w:t>
      </w:r>
      <w:r w:rsidRPr="002560D9">
        <w:t>предназначенны</w:t>
      </w:r>
      <w:r>
        <w:t xml:space="preserve">х </w:t>
      </w:r>
      <w:r w:rsidRPr="002560D9">
        <w:t>для нужд г</w:t>
      </w:r>
      <w:r>
        <w:t xml:space="preserve">ражданской обороны спасательной службы транспортного </w:t>
      </w:r>
      <w:r w:rsidRPr="002560D9">
        <w:t>и автодорожного обеспечения Курской области</w:t>
      </w:r>
      <w:r w:rsidRPr="00FC0527">
        <w:t xml:space="preserve"> </w:t>
      </w:r>
      <w:r>
        <w:t xml:space="preserve">обеспечивает их сохранность и готовность </w:t>
      </w:r>
      <w:r>
        <w:br/>
        <w:t>к использованию.</w:t>
      </w:r>
    </w:p>
    <w:p w:rsidR="006F7DB1" w:rsidRPr="006F7DB1" w:rsidRDefault="00456B8D" w:rsidP="006F7DB1">
      <w:pPr>
        <w:pStyle w:val="ae"/>
        <w:widowControl w:val="0"/>
        <w:numPr>
          <w:ilvl w:val="0"/>
          <w:numId w:val="13"/>
        </w:numPr>
        <w:tabs>
          <w:tab w:val="left" w:pos="1134"/>
        </w:tabs>
        <w:adjustRightInd w:val="0"/>
        <w:spacing w:before="0"/>
        <w:ind w:left="0" w:firstLine="709"/>
        <w:rPr>
          <w:bCs/>
        </w:rPr>
      </w:pPr>
      <w:r>
        <w:t>Перевозка</w:t>
      </w:r>
      <w:r w:rsidR="00503F8F">
        <w:t xml:space="preserve"> </w:t>
      </w:r>
      <w:r>
        <w:t>запасов материально-технических средств</w:t>
      </w:r>
      <w:r w:rsidR="003D559C">
        <w:t>,</w:t>
      </w:r>
      <w:r w:rsidR="003D559C" w:rsidRPr="003D559C">
        <w:t xml:space="preserve"> предназначенных для нужд гражданской обороны спасательной службы транспортного и автодорожного обеспечения Курской области</w:t>
      </w:r>
      <w:r w:rsidR="003D559C">
        <w:t xml:space="preserve"> </w:t>
      </w:r>
      <w:r w:rsidR="003D559C" w:rsidRPr="00FC0527">
        <w:t>осуществляется</w:t>
      </w:r>
      <w:r w:rsidR="00C25E03">
        <w:t xml:space="preserve"> </w:t>
      </w:r>
      <w:r w:rsidR="000056E9">
        <w:t xml:space="preserve">силами и средствами </w:t>
      </w:r>
      <w:r w:rsidR="00F35538">
        <w:t>спасательной службы транспортного и автодорожного обеспечения Курской области.</w:t>
      </w:r>
    </w:p>
    <w:p w:rsidR="006F7DB1" w:rsidRPr="006F7DB1" w:rsidRDefault="003D559C" w:rsidP="006F7DB1">
      <w:pPr>
        <w:pStyle w:val="ae"/>
        <w:widowControl w:val="0"/>
        <w:numPr>
          <w:ilvl w:val="0"/>
          <w:numId w:val="13"/>
        </w:numPr>
        <w:tabs>
          <w:tab w:val="left" w:pos="1134"/>
        </w:tabs>
        <w:adjustRightInd w:val="0"/>
        <w:spacing w:before="0"/>
        <w:ind w:left="0" w:firstLine="709"/>
        <w:rPr>
          <w:bCs/>
        </w:rPr>
      </w:pPr>
      <w:r>
        <w:t xml:space="preserve">Восполнение использованных </w:t>
      </w:r>
      <w:r w:rsidRPr="003D559C">
        <w:t>запасов материально-технических средств, предназначенных для нужд гражданской обороны спасательной службы транспортного и автодорожного обеспечения Курской области осуществляется</w:t>
      </w:r>
      <w:r>
        <w:t xml:space="preserve"> в течение 1 календарного месяца.</w:t>
      </w:r>
    </w:p>
    <w:p w:rsidR="006F7DB1" w:rsidRPr="006F7DB1" w:rsidRDefault="007F45D2" w:rsidP="006F7DB1">
      <w:pPr>
        <w:pStyle w:val="ae"/>
        <w:widowControl w:val="0"/>
        <w:numPr>
          <w:ilvl w:val="0"/>
          <w:numId w:val="13"/>
        </w:numPr>
        <w:tabs>
          <w:tab w:val="left" w:pos="1134"/>
        </w:tabs>
        <w:adjustRightInd w:val="0"/>
        <w:spacing w:before="0"/>
        <w:ind w:left="0" w:firstLine="709"/>
        <w:rPr>
          <w:bCs/>
        </w:rPr>
      </w:pPr>
      <w:r>
        <w:t xml:space="preserve">Должностные лица </w:t>
      </w:r>
      <w:r w:rsidR="002560D9">
        <w:t xml:space="preserve">Главного управления </w:t>
      </w:r>
      <w:r>
        <w:t xml:space="preserve">МЧС России по </w:t>
      </w:r>
      <w:r w:rsidR="002560D9">
        <w:t xml:space="preserve">Курской области </w:t>
      </w:r>
      <w:r>
        <w:t>и Министерства транспорта автом</w:t>
      </w:r>
      <w:r w:rsidR="002560D9">
        <w:t xml:space="preserve">обильных дорог Курской области </w:t>
      </w:r>
      <w:r>
        <w:t xml:space="preserve">при осуществлении ими полномочий по контролю готовности сил и средств спасательной службы транспортного и автодорожного обеспечения Курской области </w:t>
      </w:r>
      <w:r w:rsidR="007D50CF">
        <w:t xml:space="preserve">к выполнению мероприятий по предназначению </w:t>
      </w:r>
      <w:r>
        <w:t xml:space="preserve">беспрепятственно допускаются </w:t>
      </w:r>
      <w:r w:rsidR="007D50CF">
        <w:t xml:space="preserve">на места их хранения </w:t>
      </w:r>
      <w:r w:rsidR="002560D9">
        <w:t xml:space="preserve">для проверки наличия </w:t>
      </w:r>
      <w:r>
        <w:t>и объемов запасов материально-технических средств</w:t>
      </w:r>
      <w:r w:rsidR="00771AF7">
        <w:t xml:space="preserve">, </w:t>
      </w:r>
      <w:r w:rsidR="00771AF7" w:rsidRPr="00771AF7">
        <w:t>предназначенных для нужд гражданской обороны спасательной службы транспортного и автодорожного обеспечения Курской области</w:t>
      </w:r>
      <w:r w:rsidR="00771AF7">
        <w:t>.</w:t>
      </w:r>
    </w:p>
    <w:p w:rsidR="006F7DB1" w:rsidRPr="006F7DB1" w:rsidRDefault="00513C26" w:rsidP="006F7DB1">
      <w:pPr>
        <w:pStyle w:val="ae"/>
        <w:widowControl w:val="0"/>
        <w:numPr>
          <w:ilvl w:val="0"/>
          <w:numId w:val="13"/>
        </w:numPr>
        <w:tabs>
          <w:tab w:val="left" w:pos="1134"/>
        </w:tabs>
        <w:adjustRightInd w:val="0"/>
        <w:spacing w:before="0"/>
        <w:ind w:left="0" w:firstLine="709"/>
        <w:rPr>
          <w:bCs/>
        </w:rPr>
      </w:pPr>
      <w:r>
        <w:t xml:space="preserve">Министерство транспорта и автомобильных дорог Курской области осуществляет контроль за </w:t>
      </w:r>
      <w:r w:rsidR="00B25BB1">
        <w:t>хранением</w:t>
      </w:r>
      <w:r>
        <w:t xml:space="preserve"> запасов материально-технических </w:t>
      </w:r>
      <w:r w:rsidR="0067444C" w:rsidRPr="0067444C">
        <w:t>средств</w:t>
      </w:r>
      <w:r w:rsidR="00771AF7">
        <w:t xml:space="preserve">, </w:t>
      </w:r>
      <w:r w:rsidR="00771AF7" w:rsidRPr="00771AF7">
        <w:t>предназначенных для нужд гражданской обороны спасательной службы транспортного и автодорожного обеспечения Курской области</w:t>
      </w:r>
      <w:r w:rsidR="00771AF7">
        <w:t>.</w:t>
      </w:r>
    </w:p>
    <w:p w:rsidR="002B3A7B" w:rsidRPr="006F7DB1" w:rsidRDefault="002B3A7B" w:rsidP="006F7DB1">
      <w:pPr>
        <w:pStyle w:val="ae"/>
        <w:widowControl w:val="0"/>
        <w:numPr>
          <w:ilvl w:val="0"/>
          <w:numId w:val="13"/>
        </w:numPr>
        <w:tabs>
          <w:tab w:val="left" w:pos="1134"/>
        </w:tabs>
        <w:adjustRightInd w:val="0"/>
        <w:spacing w:before="0"/>
        <w:ind w:left="0" w:firstLine="709"/>
        <w:rPr>
          <w:bCs/>
        </w:rPr>
      </w:pPr>
      <w:r>
        <w:t>Использование запасов материально-технических средств</w:t>
      </w:r>
      <w:r w:rsidR="00771AF7">
        <w:t>,</w:t>
      </w:r>
      <w:r w:rsidR="00771AF7" w:rsidRPr="00771AF7">
        <w:t xml:space="preserve"> предназначенных для нужд гражданской обороны спасательной службы транспортного и автодорожного обеспечения Курской </w:t>
      </w:r>
      <w:bookmarkStart w:id="0" w:name="_GoBack"/>
      <w:bookmarkEnd w:id="0"/>
      <w:r w:rsidR="00771AF7" w:rsidRPr="00771AF7">
        <w:t>области</w:t>
      </w:r>
      <w:r w:rsidR="00771AF7">
        <w:t xml:space="preserve"> осуществляется</w:t>
      </w:r>
      <w:r>
        <w:t xml:space="preserve"> по решению руководителя спасательной службы транспортного и автодорожного обеспечения Курской области. </w:t>
      </w:r>
    </w:p>
    <w:p w:rsidR="00FC0527" w:rsidRPr="00D07A37" w:rsidRDefault="00FC0527" w:rsidP="006F7DB1">
      <w:pPr>
        <w:pStyle w:val="ae"/>
        <w:widowControl w:val="0"/>
        <w:tabs>
          <w:tab w:val="left" w:pos="993"/>
        </w:tabs>
        <w:adjustRightInd w:val="0"/>
        <w:spacing w:before="0"/>
        <w:ind w:left="0" w:firstLine="709"/>
      </w:pPr>
    </w:p>
    <w:sectPr w:rsidR="00FC0527" w:rsidRPr="00D07A37" w:rsidSect="00D9157D">
      <w:pgSz w:w="11907" w:h="16840"/>
      <w:pgMar w:top="1134" w:right="1134" w:bottom="992" w:left="1701" w:header="624" w:footer="709" w:gutter="0"/>
      <w:cols w:space="709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44C" w:rsidRDefault="0067444C">
      <w:r>
        <w:separator/>
      </w:r>
    </w:p>
  </w:endnote>
  <w:endnote w:type="continuationSeparator" w:id="0">
    <w:p w:rsidR="0067444C" w:rsidRDefault="00674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44C" w:rsidRDefault="0067444C">
      <w:r>
        <w:separator/>
      </w:r>
    </w:p>
  </w:footnote>
  <w:footnote w:type="continuationSeparator" w:id="0">
    <w:p w:rsidR="0067444C" w:rsidRDefault="006744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70EA55B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D9F3504"/>
    <w:multiLevelType w:val="hybridMultilevel"/>
    <w:tmpl w:val="C22A3BB4"/>
    <w:lvl w:ilvl="0" w:tplc="8248A684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8224CF"/>
    <w:multiLevelType w:val="hybridMultilevel"/>
    <w:tmpl w:val="AEAEBB20"/>
    <w:lvl w:ilvl="0" w:tplc="FFFFFFFF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69C3418"/>
    <w:multiLevelType w:val="hybridMultilevel"/>
    <w:tmpl w:val="F4D6449C"/>
    <w:lvl w:ilvl="0" w:tplc="7C949B4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48C7F8A"/>
    <w:multiLevelType w:val="singleLevel"/>
    <w:tmpl w:val="D0B43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5" w15:restartNumberingAfterBreak="0">
    <w:nsid w:val="453A0451"/>
    <w:multiLevelType w:val="hybridMultilevel"/>
    <w:tmpl w:val="AB5C8E9A"/>
    <w:lvl w:ilvl="0" w:tplc="7CD45AE6">
      <w:start w:val="1"/>
      <w:numFmt w:val="decimal"/>
      <w:lvlText w:val="%1."/>
      <w:lvlJc w:val="left"/>
      <w:pPr>
        <w:ind w:left="1080" w:hanging="360"/>
      </w:pPr>
      <w:rPr>
        <w:rFonts w:ascii="TimesNewRomanPSMT" w:hAnsi="TimesNewRomanPSMT" w:cs="TimesNewRomanPSMT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70D7032"/>
    <w:multiLevelType w:val="hybridMultilevel"/>
    <w:tmpl w:val="FD30E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D20561"/>
    <w:multiLevelType w:val="hybridMultilevel"/>
    <w:tmpl w:val="0CF43FE4"/>
    <w:lvl w:ilvl="0" w:tplc="CE3A18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0E4EB8"/>
    <w:multiLevelType w:val="singleLevel"/>
    <w:tmpl w:val="510E00E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</w:abstractNum>
  <w:abstractNum w:abstractNumId="9" w15:restartNumberingAfterBreak="0">
    <w:nsid w:val="5CEB743A"/>
    <w:multiLevelType w:val="hybridMultilevel"/>
    <w:tmpl w:val="4C502D48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5D426FBF"/>
    <w:multiLevelType w:val="hybridMultilevel"/>
    <w:tmpl w:val="02B8886C"/>
    <w:lvl w:ilvl="0" w:tplc="2DE87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56510B7"/>
    <w:multiLevelType w:val="singleLevel"/>
    <w:tmpl w:val="D0B43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2" w15:restartNumberingAfterBreak="0">
    <w:nsid w:val="73635DDB"/>
    <w:multiLevelType w:val="hybridMultilevel"/>
    <w:tmpl w:val="BA583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027AEE"/>
    <w:multiLevelType w:val="hybridMultilevel"/>
    <w:tmpl w:val="819A7A24"/>
    <w:lvl w:ilvl="0" w:tplc="CC6826F2">
      <w:start w:val="4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7CDB2149"/>
    <w:multiLevelType w:val="hybridMultilevel"/>
    <w:tmpl w:val="26A278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1"/>
  </w:num>
  <w:num w:numId="3">
    <w:abstractNumId w:val="0"/>
  </w:num>
  <w:num w:numId="4">
    <w:abstractNumId w:val="8"/>
  </w:num>
  <w:num w:numId="5">
    <w:abstractNumId w:val="2"/>
  </w:num>
  <w:num w:numId="6">
    <w:abstractNumId w:val="7"/>
  </w:num>
  <w:num w:numId="7">
    <w:abstractNumId w:val="10"/>
  </w:num>
  <w:num w:numId="8">
    <w:abstractNumId w:val="1"/>
  </w:num>
  <w:num w:numId="9">
    <w:abstractNumId w:val="13"/>
  </w:num>
  <w:num w:numId="10">
    <w:abstractNumId w:val="3"/>
  </w:num>
  <w:num w:numId="11">
    <w:abstractNumId w:val="5"/>
  </w:num>
  <w:num w:numId="12">
    <w:abstractNumId w:val="12"/>
  </w:num>
  <w:num w:numId="13">
    <w:abstractNumId w:val="6"/>
  </w:num>
  <w:num w:numId="14">
    <w:abstractNumId w:val="14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6"/>
  <w:removePersonalInformation/>
  <w:removeDateAndTim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120"/>
  <w:displayHorizontalDrawingGridEvery w:val="0"/>
  <w:displayVerticalDrawingGridEvery w:val="3"/>
  <w:characterSpacingControl w:val="compressPunctuation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F12"/>
    <w:rsid w:val="000056E9"/>
    <w:rsid w:val="00013698"/>
    <w:rsid w:val="000235B8"/>
    <w:rsid w:val="00034F3A"/>
    <w:rsid w:val="00035DDE"/>
    <w:rsid w:val="000442D1"/>
    <w:rsid w:val="000468DA"/>
    <w:rsid w:val="00064F22"/>
    <w:rsid w:val="00073EC1"/>
    <w:rsid w:val="00086052"/>
    <w:rsid w:val="00093C24"/>
    <w:rsid w:val="000C6862"/>
    <w:rsid w:val="000E6F37"/>
    <w:rsid w:val="00102A2A"/>
    <w:rsid w:val="00121D0D"/>
    <w:rsid w:val="00153E76"/>
    <w:rsid w:val="00157E88"/>
    <w:rsid w:val="00167A01"/>
    <w:rsid w:val="001704C0"/>
    <w:rsid w:val="00192EBB"/>
    <w:rsid w:val="001B6D46"/>
    <w:rsid w:val="001C5BB6"/>
    <w:rsid w:val="001E1AED"/>
    <w:rsid w:val="001E6FC0"/>
    <w:rsid w:val="00217898"/>
    <w:rsid w:val="0023176C"/>
    <w:rsid w:val="002350E1"/>
    <w:rsid w:val="002560D9"/>
    <w:rsid w:val="00282A27"/>
    <w:rsid w:val="00282A94"/>
    <w:rsid w:val="002A2DAD"/>
    <w:rsid w:val="002B3A7B"/>
    <w:rsid w:val="002E0BE4"/>
    <w:rsid w:val="002F1062"/>
    <w:rsid w:val="002F4B9B"/>
    <w:rsid w:val="00306DD8"/>
    <w:rsid w:val="00317A65"/>
    <w:rsid w:val="0032737B"/>
    <w:rsid w:val="003341C8"/>
    <w:rsid w:val="00346195"/>
    <w:rsid w:val="00351796"/>
    <w:rsid w:val="00356918"/>
    <w:rsid w:val="00371F5B"/>
    <w:rsid w:val="00372E69"/>
    <w:rsid w:val="00372FC5"/>
    <w:rsid w:val="003B1FC0"/>
    <w:rsid w:val="003C0162"/>
    <w:rsid w:val="003D559C"/>
    <w:rsid w:val="003E1416"/>
    <w:rsid w:val="003E32C6"/>
    <w:rsid w:val="003F6346"/>
    <w:rsid w:val="00401833"/>
    <w:rsid w:val="004210E8"/>
    <w:rsid w:val="00426C05"/>
    <w:rsid w:val="00433775"/>
    <w:rsid w:val="00435DA0"/>
    <w:rsid w:val="00437F24"/>
    <w:rsid w:val="00440CD6"/>
    <w:rsid w:val="00450140"/>
    <w:rsid w:val="00456B8D"/>
    <w:rsid w:val="00463FA8"/>
    <w:rsid w:val="00481752"/>
    <w:rsid w:val="00493A52"/>
    <w:rsid w:val="004B3C19"/>
    <w:rsid w:val="004D037E"/>
    <w:rsid w:val="005039AC"/>
    <w:rsid w:val="00503F8F"/>
    <w:rsid w:val="00513C26"/>
    <w:rsid w:val="00521173"/>
    <w:rsid w:val="0052226B"/>
    <w:rsid w:val="00536C27"/>
    <w:rsid w:val="00542D80"/>
    <w:rsid w:val="00554D43"/>
    <w:rsid w:val="00561454"/>
    <w:rsid w:val="00586F82"/>
    <w:rsid w:val="0059736B"/>
    <w:rsid w:val="005B4821"/>
    <w:rsid w:val="005C33AC"/>
    <w:rsid w:val="005D21A9"/>
    <w:rsid w:val="005D6D91"/>
    <w:rsid w:val="005F2D5F"/>
    <w:rsid w:val="0060003C"/>
    <w:rsid w:val="00602811"/>
    <w:rsid w:val="0061475B"/>
    <w:rsid w:val="006165A0"/>
    <w:rsid w:val="00645512"/>
    <w:rsid w:val="0067444C"/>
    <w:rsid w:val="006A5ACE"/>
    <w:rsid w:val="006B094F"/>
    <w:rsid w:val="006C2F2E"/>
    <w:rsid w:val="006C3BC1"/>
    <w:rsid w:val="006F7DB1"/>
    <w:rsid w:val="007118EC"/>
    <w:rsid w:val="00771087"/>
    <w:rsid w:val="00771AF7"/>
    <w:rsid w:val="00777417"/>
    <w:rsid w:val="007843AF"/>
    <w:rsid w:val="00787A77"/>
    <w:rsid w:val="007A11DB"/>
    <w:rsid w:val="007A3CA8"/>
    <w:rsid w:val="007B30DE"/>
    <w:rsid w:val="007C6956"/>
    <w:rsid w:val="007D0E45"/>
    <w:rsid w:val="007D209A"/>
    <w:rsid w:val="007D26F2"/>
    <w:rsid w:val="007D28A3"/>
    <w:rsid w:val="007D3785"/>
    <w:rsid w:val="007D50CF"/>
    <w:rsid w:val="007D789E"/>
    <w:rsid w:val="007E6F39"/>
    <w:rsid w:val="007F336C"/>
    <w:rsid w:val="007F45D2"/>
    <w:rsid w:val="008071B7"/>
    <w:rsid w:val="00815A13"/>
    <w:rsid w:val="00830886"/>
    <w:rsid w:val="0083406F"/>
    <w:rsid w:val="00843C0B"/>
    <w:rsid w:val="008548BE"/>
    <w:rsid w:val="00874470"/>
    <w:rsid w:val="00881A44"/>
    <w:rsid w:val="008A3EA1"/>
    <w:rsid w:val="008E544A"/>
    <w:rsid w:val="008F052C"/>
    <w:rsid w:val="008F0A40"/>
    <w:rsid w:val="008F4E88"/>
    <w:rsid w:val="00900885"/>
    <w:rsid w:val="00917546"/>
    <w:rsid w:val="00921069"/>
    <w:rsid w:val="00935E7C"/>
    <w:rsid w:val="009445AE"/>
    <w:rsid w:val="00950E51"/>
    <w:rsid w:val="00956A82"/>
    <w:rsid w:val="0095750F"/>
    <w:rsid w:val="00970128"/>
    <w:rsid w:val="00977F34"/>
    <w:rsid w:val="00986895"/>
    <w:rsid w:val="00995EBC"/>
    <w:rsid w:val="009974D8"/>
    <w:rsid w:val="009A1C31"/>
    <w:rsid w:val="009B739B"/>
    <w:rsid w:val="009D0D84"/>
    <w:rsid w:val="009F2B50"/>
    <w:rsid w:val="009F63CB"/>
    <w:rsid w:val="00A0011A"/>
    <w:rsid w:val="00A02838"/>
    <w:rsid w:val="00A0300B"/>
    <w:rsid w:val="00A31457"/>
    <w:rsid w:val="00A46718"/>
    <w:rsid w:val="00A70AD4"/>
    <w:rsid w:val="00A91C63"/>
    <w:rsid w:val="00A925F5"/>
    <w:rsid w:val="00AB6DCC"/>
    <w:rsid w:val="00AD3FB9"/>
    <w:rsid w:val="00AF7396"/>
    <w:rsid w:val="00B12E40"/>
    <w:rsid w:val="00B25BB1"/>
    <w:rsid w:val="00B27132"/>
    <w:rsid w:val="00B32AE7"/>
    <w:rsid w:val="00B43EDB"/>
    <w:rsid w:val="00B53751"/>
    <w:rsid w:val="00B53DA4"/>
    <w:rsid w:val="00B55624"/>
    <w:rsid w:val="00B57163"/>
    <w:rsid w:val="00B927D9"/>
    <w:rsid w:val="00B93FAF"/>
    <w:rsid w:val="00B97E2D"/>
    <w:rsid w:val="00BA53A4"/>
    <w:rsid w:val="00BF6630"/>
    <w:rsid w:val="00C25E03"/>
    <w:rsid w:val="00C61E8D"/>
    <w:rsid w:val="00C65657"/>
    <w:rsid w:val="00C877E1"/>
    <w:rsid w:val="00CA47AC"/>
    <w:rsid w:val="00CB632A"/>
    <w:rsid w:val="00CD3F63"/>
    <w:rsid w:val="00CD49A7"/>
    <w:rsid w:val="00D017E5"/>
    <w:rsid w:val="00D0375A"/>
    <w:rsid w:val="00D07A37"/>
    <w:rsid w:val="00D30351"/>
    <w:rsid w:val="00D30BD8"/>
    <w:rsid w:val="00D341CE"/>
    <w:rsid w:val="00D80BF8"/>
    <w:rsid w:val="00D9157D"/>
    <w:rsid w:val="00D94CD4"/>
    <w:rsid w:val="00DA3EB0"/>
    <w:rsid w:val="00DB4B24"/>
    <w:rsid w:val="00DC275A"/>
    <w:rsid w:val="00DD3B60"/>
    <w:rsid w:val="00DF6487"/>
    <w:rsid w:val="00DF7948"/>
    <w:rsid w:val="00E0308C"/>
    <w:rsid w:val="00E03863"/>
    <w:rsid w:val="00E057AD"/>
    <w:rsid w:val="00E13171"/>
    <w:rsid w:val="00E13F12"/>
    <w:rsid w:val="00E23B39"/>
    <w:rsid w:val="00E26A3A"/>
    <w:rsid w:val="00E26AAC"/>
    <w:rsid w:val="00E34513"/>
    <w:rsid w:val="00E40C9F"/>
    <w:rsid w:val="00E46056"/>
    <w:rsid w:val="00E52D69"/>
    <w:rsid w:val="00E54734"/>
    <w:rsid w:val="00E62C4F"/>
    <w:rsid w:val="00E73B4D"/>
    <w:rsid w:val="00E81C84"/>
    <w:rsid w:val="00E8573F"/>
    <w:rsid w:val="00E97498"/>
    <w:rsid w:val="00EA469B"/>
    <w:rsid w:val="00EB672E"/>
    <w:rsid w:val="00ED3E88"/>
    <w:rsid w:val="00F030C4"/>
    <w:rsid w:val="00F12DE4"/>
    <w:rsid w:val="00F1598B"/>
    <w:rsid w:val="00F2120B"/>
    <w:rsid w:val="00F3173C"/>
    <w:rsid w:val="00F35538"/>
    <w:rsid w:val="00F4183D"/>
    <w:rsid w:val="00F4520C"/>
    <w:rsid w:val="00F4534F"/>
    <w:rsid w:val="00F62B12"/>
    <w:rsid w:val="00F64B2B"/>
    <w:rsid w:val="00F910EA"/>
    <w:rsid w:val="00FA084C"/>
    <w:rsid w:val="00FC0527"/>
    <w:rsid w:val="00FC17C1"/>
    <w:rsid w:val="00FC25B8"/>
    <w:rsid w:val="00FC5C89"/>
    <w:rsid w:val="00FC64DE"/>
    <w:rsid w:val="00FD3C32"/>
    <w:rsid w:val="00FE2115"/>
    <w:rsid w:val="00FF1324"/>
    <w:rsid w:val="00FF31DD"/>
    <w:rsid w:val="00FF3A2E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6321"/>
    <o:shapelayout v:ext="edit">
      <o:idmap v:ext="edit" data="1"/>
    </o:shapelayout>
  </w:shapeDefaults>
  <w:doNotEmbedSmartTags/>
  <w:decimalSymbol w:val=","/>
  <w:listSeparator w:val=";"/>
  <w14:docId w14:val="04FA6E0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before="240"/>
      <w:ind w:firstLine="851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pPr>
      <w:keepNext/>
      <w:spacing w:before="0"/>
      <w:ind w:firstLine="0"/>
      <w:jc w:val="center"/>
      <w:outlineLvl w:val="0"/>
    </w:pPr>
    <w:rPr>
      <w:b/>
      <w:bCs/>
      <w:sz w:val="64"/>
      <w:szCs w:val="6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basedOn w:val="a"/>
    <w:pPr>
      <w:spacing w:before="0"/>
      <w:ind w:firstLine="0"/>
      <w:jc w:val="left"/>
    </w:pPr>
  </w:style>
  <w:style w:type="table" w:styleId="a7">
    <w:name w:val="Table Grid"/>
    <w:basedOn w:val="a1"/>
    <w:rsid w:val="00542D80"/>
    <w:pPr>
      <w:autoSpaceDE w:val="0"/>
      <w:autoSpaceDN w:val="0"/>
      <w:spacing w:before="240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rsid w:val="00CD3F6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9">
    <w:name w:val="Нижний колонтитул Знак"/>
    <w:link w:val="a8"/>
    <w:rsid w:val="00CD3F63"/>
    <w:rPr>
      <w:sz w:val="28"/>
      <w:szCs w:val="28"/>
    </w:rPr>
  </w:style>
  <w:style w:type="paragraph" w:customStyle="1" w:styleId="aa">
    <w:name w:val="Содержимое врезки"/>
    <w:basedOn w:val="a6"/>
    <w:rsid w:val="00C877E1"/>
    <w:pPr>
      <w:suppressAutoHyphens/>
      <w:autoSpaceDN/>
    </w:pPr>
    <w:rPr>
      <w:lang w:eastAsia="ar-SA"/>
    </w:rPr>
  </w:style>
  <w:style w:type="character" w:styleId="ab">
    <w:name w:val="Hyperlink"/>
    <w:rsid w:val="00C65657"/>
    <w:rPr>
      <w:color w:val="0000FF"/>
      <w:u w:val="single"/>
    </w:rPr>
  </w:style>
  <w:style w:type="paragraph" w:customStyle="1" w:styleId="Default">
    <w:name w:val="Default"/>
    <w:rsid w:val="00CB632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c">
    <w:name w:val="Balloon Text"/>
    <w:basedOn w:val="a"/>
    <w:link w:val="ad"/>
    <w:rsid w:val="00CB632A"/>
    <w:pPr>
      <w:spacing w:before="0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rsid w:val="00CB632A"/>
    <w:rPr>
      <w:rFonts w:ascii="Tahoma" w:hAnsi="Tahoma" w:cs="Tahoma"/>
      <w:sz w:val="16"/>
      <w:szCs w:val="16"/>
    </w:rPr>
  </w:style>
  <w:style w:type="table" w:customStyle="1" w:styleId="10">
    <w:name w:val="Сетка таблицы1"/>
    <w:basedOn w:val="a1"/>
    <w:next w:val="a7"/>
    <w:uiPriority w:val="39"/>
    <w:rsid w:val="00064F22"/>
    <w:pPr>
      <w:jc w:val="both"/>
    </w:pPr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FF3A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26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07D1434B3169E9CA5C18D8BAE405462B64E5C033DAACA6D65D18A42AA51B6E4796C9B23966D66761C5137799CA0RB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dorupr.avtodor.local\roadorg\documents\&#1041;&#1083;&#1072;&#1085;&#1082;&#1080;\&#1041;&#1083;&#1072;&#1085;&#1082;%20&#1087;&#1088;&#1080;&#1082;&#1072;&#1079;&#1072;%20&#1091;&#1087;&#1088;&#1072;&#1074;&#1083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80011-549D-4D5D-A03D-568735D970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управления</Template>
  <TotalTime>0</TotalTime>
  <Pages>5</Pages>
  <Words>927</Words>
  <Characters>7102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2023-08-01T12:11:00Z</dcterms:created>
  <dcterms:modified xsi:type="dcterms:W3CDTF">2023-08-01T12:19:00Z</dcterms:modified>
</cp:coreProperties>
</file>